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8" w:type="dxa"/>
        <w:tblLook w:val="01E0" w:firstRow="1" w:lastRow="1" w:firstColumn="1" w:lastColumn="1" w:noHBand="0" w:noVBand="0"/>
      </w:tblPr>
      <w:tblGrid>
        <w:gridCol w:w="1943"/>
        <w:gridCol w:w="2792"/>
        <w:gridCol w:w="1106"/>
        <w:gridCol w:w="170"/>
        <w:gridCol w:w="3729"/>
        <w:gridCol w:w="98"/>
      </w:tblGrid>
      <w:tr w:rsidR="003B7DF9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8B1CA5" w:rsidRDefault="00D63A52" w:rsidP="00F002D2"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C83945">
            <w:pPr>
              <w:rPr>
                <w:sz w:val="18"/>
                <w:szCs w:val="18"/>
              </w:rPr>
            </w:pPr>
          </w:p>
        </w:tc>
      </w:tr>
      <w:tr w:rsidR="002D26EA" w:rsidRPr="00BE67C6" w:rsidTr="002D26EA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26EA" w:rsidRPr="00BE67C6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2792" w:type="dxa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gridSpan w:val="2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  <w:highlight w:val="yellow"/>
              </w:rPr>
            </w:pPr>
          </w:p>
        </w:tc>
        <w:tc>
          <w:tcPr>
            <w:tcW w:w="3729" w:type="dxa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97" w:type="dxa"/>
            <w:gridSpan w:val="4"/>
            <w:vMerge w:val="restart"/>
            <w:tcMar>
              <w:top w:w="28" w:type="dxa"/>
              <w:bottom w:w="28" w:type="dxa"/>
            </w:tcMar>
          </w:tcPr>
          <w:p w:rsidR="00A5497F" w:rsidRPr="00BE67C6" w:rsidRDefault="00C83945" w:rsidP="00F002D2">
            <w:pPr>
              <w:rPr>
                <w:rFonts w:ascii="Arial" w:hAnsi="Arial" w:cs="Arial"/>
                <w:sz w:val="18"/>
                <w:szCs w:val="18"/>
              </w:rPr>
            </w:pPr>
            <w:r w:rsidRPr="00C83945">
              <w:rPr>
                <w:rFonts w:ascii="Arial" w:hAnsi="Arial" w:cs="Arial"/>
                <w:sz w:val="18"/>
                <w:szCs w:val="18"/>
              </w:rPr>
              <w:t xml:space="preserve">70F </w:t>
            </w:r>
            <w:proofErr w:type="spellStart"/>
            <w:r w:rsidRPr="00C83945">
              <w:rPr>
                <w:rFonts w:ascii="Arial" w:hAnsi="Arial" w:cs="Arial"/>
                <w:sz w:val="18"/>
                <w:szCs w:val="18"/>
              </w:rPr>
              <w:t>thrombolysed</w:t>
            </w:r>
            <w:proofErr w:type="spellEnd"/>
            <w:r w:rsidRPr="00C83945">
              <w:rPr>
                <w:rFonts w:ascii="Arial" w:hAnsi="Arial" w:cs="Arial"/>
                <w:sz w:val="18"/>
                <w:szCs w:val="18"/>
              </w:rPr>
              <w:t xml:space="preserve"> for acute stroke. ?cause. For carotid </w:t>
            </w:r>
            <w:proofErr w:type="spellStart"/>
            <w:r w:rsidRPr="00C83945">
              <w:rPr>
                <w:rFonts w:ascii="Arial" w:hAnsi="Arial" w:cs="Arial"/>
                <w:sz w:val="18"/>
                <w:szCs w:val="18"/>
              </w:rPr>
              <w:t>doppler</w:t>
            </w:r>
            <w:proofErr w:type="spellEnd"/>
            <w:r w:rsidRPr="00C83945">
              <w:rPr>
                <w:rFonts w:ascii="Arial" w:hAnsi="Arial" w:cs="Arial"/>
                <w:sz w:val="18"/>
                <w:szCs w:val="18"/>
              </w:rPr>
              <w:t xml:space="preserve"> to assess, many thanks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97" w:type="dxa"/>
            <w:gridSpan w:val="4"/>
            <w:vMerge/>
            <w:tcMar>
              <w:top w:w="28" w:type="dxa"/>
              <w:bottom w:w="28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9740" w:type="dxa"/>
            <w:gridSpan w:val="5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BE67C6" w:rsidRDefault="00591C9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sz w:val="18"/>
                <w:szCs w:val="20"/>
              </w:rPr>
              <w:t>Carotid Artery Duplex</w:t>
            </w:r>
          </w:p>
        </w:tc>
      </w:tr>
      <w:tr w:rsidR="009A34D2" w:rsidRPr="00BE67C6" w:rsidTr="00BE67C6">
        <w:trPr>
          <w:gridAfter w:val="1"/>
          <w:wAfter w:w="98" w:type="dxa"/>
          <w:trHeight w:val="7371"/>
        </w:trPr>
        <w:tc>
          <w:tcPr>
            <w:tcW w:w="9740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C83945" w:rsidP="00BE67C6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3830955</wp:posOffset>
                      </wp:positionH>
                      <wp:positionV relativeFrom="paragraph">
                        <wp:posOffset>1515745</wp:posOffset>
                      </wp:positionV>
                      <wp:extent cx="131445" cy="795655"/>
                      <wp:effectExtent l="7620" t="13335" r="13335" b="10160"/>
                      <wp:wrapNone/>
                      <wp:docPr id="49" name="Freeform 490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1445" cy="795655"/>
                              </a:xfrm>
                              <a:custGeom>
                                <a:avLst/>
                                <a:gdLst>
                                  <a:gd name="T0" fmla="*/ 206 w 207"/>
                                  <a:gd name="T1" fmla="*/ 26 h 1253"/>
                                  <a:gd name="T2" fmla="*/ 175 w 207"/>
                                  <a:gd name="T3" fmla="*/ 435 h 1253"/>
                                  <a:gd name="T4" fmla="*/ 122 w 207"/>
                                  <a:gd name="T5" fmla="*/ 755 h 1253"/>
                                  <a:gd name="T6" fmla="*/ 15 w 207"/>
                                  <a:gd name="T7" fmla="*/ 1226 h 1253"/>
                                  <a:gd name="T8" fmla="*/ 33 w 207"/>
                                  <a:gd name="T9" fmla="*/ 915 h 1253"/>
                                  <a:gd name="T10" fmla="*/ 77 w 207"/>
                                  <a:gd name="T11" fmla="*/ 631 h 1253"/>
                                  <a:gd name="T12" fmla="*/ 166 w 207"/>
                                  <a:gd name="T13" fmla="*/ 280 h 1253"/>
                                  <a:gd name="T14" fmla="*/ 206 w 207"/>
                                  <a:gd name="T15" fmla="*/ 26 h 12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207" h="1253">
                                    <a:moveTo>
                                      <a:pt x="206" y="26"/>
                                    </a:moveTo>
                                    <a:cubicBezTo>
                                      <a:pt x="207" y="52"/>
                                      <a:pt x="189" y="314"/>
                                      <a:pt x="175" y="435"/>
                                    </a:cubicBezTo>
                                    <a:cubicBezTo>
                                      <a:pt x="161" y="556"/>
                                      <a:pt x="149" y="623"/>
                                      <a:pt x="122" y="755"/>
                                    </a:cubicBezTo>
                                    <a:cubicBezTo>
                                      <a:pt x="95" y="887"/>
                                      <a:pt x="30" y="1199"/>
                                      <a:pt x="15" y="1226"/>
                                    </a:cubicBezTo>
                                    <a:cubicBezTo>
                                      <a:pt x="0" y="1253"/>
                                      <a:pt x="23" y="1014"/>
                                      <a:pt x="33" y="915"/>
                                    </a:cubicBezTo>
                                    <a:cubicBezTo>
                                      <a:pt x="43" y="816"/>
                                      <a:pt x="55" y="737"/>
                                      <a:pt x="77" y="631"/>
                                    </a:cubicBezTo>
                                    <a:cubicBezTo>
                                      <a:pt x="99" y="525"/>
                                      <a:pt x="145" y="381"/>
                                      <a:pt x="166" y="280"/>
                                    </a:cubicBezTo>
                                    <a:cubicBezTo>
                                      <a:pt x="187" y="179"/>
                                      <a:pt x="205" y="0"/>
                                      <a:pt x="206" y="26"/>
                                    </a:cubicBez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B8EE2C" id="Freeform 490" o:spid="_x0000_s1026" alt="Granite" style="position:absolute;margin-left:301.65pt;margin-top:119.35pt;width:10.35pt;height:62.6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7,125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" path="m206,26v1,26,-17,288,-31,409c161,556,149,623,122,755,95,887,30,1199,15,1226,,1253,23,1014,33,915,43,816,55,737,77,631,99,525,145,381,166,280,187,179,205,,206,26xe">
                      <v:fill r:id="rId7" o:title="Granite" recolor="t" type="tile"/>
                      <v:path arrowok="t" o:connecttype="custom" o:connectlocs="130810,16510;111125,276225;77470,479425;9525,778510;20955,581025;48895,400685;105410,177800;130810,16510" o:connectangles="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4015105</wp:posOffset>
                      </wp:positionH>
                      <wp:positionV relativeFrom="paragraph">
                        <wp:posOffset>1461770</wp:posOffset>
                      </wp:positionV>
                      <wp:extent cx="162560" cy="1432560"/>
                      <wp:effectExtent l="10795" t="6985" r="7620" b="8255"/>
                      <wp:wrapNone/>
                      <wp:docPr id="48" name="Freeform 4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2560" cy="1432560"/>
                              </a:xfrm>
                              <a:custGeom>
                                <a:avLst/>
                                <a:gdLst>
                                  <a:gd name="T0" fmla="*/ 236 w 256"/>
                                  <a:gd name="T1" fmla="*/ 45 h 2256"/>
                                  <a:gd name="T2" fmla="*/ 183 w 256"/>
                                  <a:gd name="T3" fmla="*/ 911 h 2256"/>
                                  <a:gd name="T4" fmla="*/ 94 w 256"/>
                                  <a:gd name="T5" fmla="*/ 1609 h 2256"/>
                                  <a:gd name="T6" fmla="*/ 10 w 256"/>
                                  <a:gd name="T7" fmla="*/ 2249 h 2256"/>
                                  <a:gd name="T8" fmla="*/ 152 w 256"/>
                                  <a:gd name="T9" fmla="*/ 1653 h 2256"/>
                                  <a:gd name="T10" fmla="*/ 223 w 256"/>
                                  <a:gd name="T11" fmla="*/ 1213 h 2256"/>
                                  <a:gd name="T12" fmla="*/ 254 w 256"/>
                                  <a:gd name="T13" fmla="*/ 640 h 2256"/>
                                  <a:gd name="T14" fmla="*/ 236 w 256"/>
                                  <a:gd name="T15" fmla="*/ 45 h 225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256" h="2256">
                                    <a:moveTo>
                                      <a:pt x="236" y="45"/>
                                    </a:moveTo>
                                    <a:cubicBezTo>
                                      <a:pt x="224" y="90"/>
                                      <a:pt x="207" y="650"/>
                                      <a:pt x="183" y="911"/>
                                    </a:cubicBezTo>
                                    <a:cubicBezTo>
                                      <a:pt x="159" y="1172"/>
                                      <a:pt x="123" y="1386"/>
                                      <a:pt x="94" y="1609"/>
                                    </a:cubicBezTo>
                                    <a:cubicBezTo>
                                      <a:pt x="65" y="1832"/>
                                      <a:pt x="0" y="2242"/>
                                      <a:pt x="10" y="2249"/>
                                    </a:cubicBezTo>
                                    <a:cubicBezTo>
                                      <a:pt x="20" y="2256"/>
                                      <a:pt x="117" y="1826"/>
                                      <a:pt x="152" y="1653"/>
                                    </a:cubicBezTo>
                                    <a:cubicBezTo>
                                      <a:pt x="187" y="1480"/>
                                      <a:pt x="206" y="1382"/>
                                      <a:pt x="223" y="1213"/>
                                    </a:cubicBezTo>
                                    <a:cubicBezTo>
                                      <a:pt x="240" y="1044"/>
                                      <a:pt x="252" y="835"/>
                                      <a:pt x="254" y="640"/>
                                    </a:cubicBezTo>
                                    <a:cubicBezTo>
                                      <a:pt x="256" y="445"/>
                                      <a:pt x="248" y="0"/>
                                      <a:pt x="236" y="45"/>
                                    </a:cubicBez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1E01F9" id="Freeform 489" o:spid="_x0000_s1026" alt="Granite" style="position:absolute;margin-left:316.15pt;margin-top:115.1pt;width:12.8pt;height:112.8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6,22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" path="m236,45c224,90,207,650,183,911v-24,261,-60,475,-89,698c65,1832,,2242,10,2249v10,7,107,-423,142,-596c187,1480,206,1382,223,1213v17,-169,29,-378,31,-573c256,445,248,,236,45xe">
                      <v:fill r:id="rId7" o:title="Granite" recolor="t" type="tile"/>
                      <v:path arrowok="t" o:connecttype="custom" o:connectlocs="149860,28575;116205,578485;59690,1021715;6350,1428115;96520,1049655;141605,770255;161290,406400;149860,28575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2602230</wp:posOffset>
                      </wp:positionH>
                      <wp:positionV relativeFrom="paragraph">
                        <wp:posOffset>3145790</wp:posOffset>
                      </wp:positionV>
                      <wp:extent cx="219075" cy="152400"/>
                      <wp:effectExtent l="7620" t="5080" r="1905" b="4445"/>
                      <wp:wrapNone/>
                      <wp:docPr id="47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C83945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46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8" o:spid="_x0000_s1026" type="#_x0000_t202" style="position:absolute;left:0;text-align:left;margin-left:204.9pt;margin-top:247.7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w4WmwIAAEw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GSpIcaPbHRoTs1onyx8A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C83945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3146425</wp:posOffset>
                      </wp:positionV>
                      <wp:extent cx="219075" cy="152400"/>
                      <wp:effectExtent l="5715" t="5715" r="3810" b="3810"/>
                      <wp:wrapNone/>
                      <wp:docPr id="46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C83945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7" o:spid="_x0000_s1027" type="#_x0000_t202" style="position:absolute;left:0;text-align:left;margin-left:267.75pt;margin-top:247.75pt;width:17.25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c6AngIAAFM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CSpIcaPbHRoTs1onwx9w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C83945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1976755</wp:posOffset>
                      </wp:positionV>
                      <wp:extent cx="219075" cy="152400"/>
                      <wp:effectExtent l="3810" t="7620" r="5715" b="1905"/>
                      <wp:wrapNone/>
                      <wp:docPr id="45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C83945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72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28" type="#_x0000_t202" style="position:absolute;left:0;text-align:left;margin-left:196.35pt;margin-top:155.65pt;width:17.2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Ylng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C83945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3406140</wp:posOffset>
                      </wp:positionH>
                      <wp:positionV relativeFrom="paragraph">
                        <wp:posOffset>1977390</wp:posOffset>
                      </wp:positionV>
                      <wp:extent cx="219075" cy="152400"/>
                      <wp:effectExtent l="1905" t="8255" r="7620" b="1270"/>
                      <wp:wrapNone/>
                      <wp:docPr id="44" name="Text Box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C83945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29" type="#_x0000_t202" style="position:absolute;left:0;text-align:left;margin-left:268.2pt;margin-top:155.7pt;width:17.2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C83945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1908175</wp:posOffset>
                      </wp:positionV>
                      <wp:extent cx="1332230" cy="220980"/>
                      <wp:effectExtent l="5715" t="5715" r="5080" b="1905"/>
                      <wp:wrapNone/>
                      <wp:docPr id="43" name="Text Box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2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pPr>
                                    <w:jc w:val="right"/>
                                  </w:pPr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C83945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73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C83945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21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30" type="#_x0000_t202" style="position:absolute;left:0;text-align:left;margin-left:34.5pt;margin-top:150.25pt;width:104.9pt;height:1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pPr>
                              <w:jc w:val="right"/>
                            </w:pPr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C839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C839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4353560</wp:posOffset>
                      </wp:positionH>
                      <wp:positionV relativeFrom="paragraph">
                        <wp:posOffset>1904365</wp:posOffset>
                      </wp:positionV>
                      <wp:extent cx="1412875" cy="220980"/>
                      <wp:effectExtent l="6350" t="1905" r="0" b="5715"/>
                      <wp:wrapNone/>
                      <wp:docPr id="42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875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C83945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57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C83945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17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31" type="#_x0000_t202" style="position:absolute;left:0;text-align:left;margin-left:342.8pt;margin-top:149.95pt;width:111.25pt;height:1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SwsgIAAF4FAAAOAAAAZHJzL2Uyb0RvYy54bWysVG1v2yAQ/j5p/wHxPfVLnc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C839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57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C83945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17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-13335</wp:posOffset>
                      </wp:positionV>
                      <wp:extent cx="4838065" cy="4699000"/>
                      <wp:effectExtent l="7620" t="8255" r="2540" b="7620"/>
                      <wp:wrapNone/>
                      <wp:docPr id="8" name="Group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38065" cy="4699000"/>
                                <a:chOff x="3255" y="3284"/>
                                <a:chExt cx="6401" cy="6217"/>
                              </a:xfrm>
                            </wpg:grpSpPr>
                            <wps:wsp>
                              <wps:cNvPr id="9" name="Freeform 3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01" y="3307"/>
                                  <a:ext cx="2261" cy="1310"/>
                                </a:xfrm>
                                <a:custGeom>
                                  <a:avLst/>
                                  <a:gdLst>
                                    <a:gd name="T0" fmla="*/ 0 w 1596"/>
                                    <a:gd name="T1" fmla="*/ 424 h 925"/>
                                    <a:gd name="T2" fmla="*/ 471 w 1596"/>
                                    <a:gd name="T3" fmla="*/ 525 h 925"/>
                                    <a:gd name="T4" fmla="*/ 1000 w 1596"/>
                                    <a:gd name="T5" fmla="*/ 776 h 925"/>
                                    <a:gd name="T6" fmla="*/ 1408 w 1596"/>
                                    <a:gd name="T7" fmla="*/ 796 h 925"/>
                                    <a:gd name="T8" fmla="*/ 1596 w 1596"/>
                                    <a:gd name="T9" fmla="*/ 0 h 9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6" h="925">
                                      <a:moveTo>
                                        <a:pt x="0" y="424"/>
                                      </a:moveTo>
                                      <a:cubicBezTo>
                                        <a:pt x="78" y="441"/>
                                        <a:pt x="304" y="466"/>
                                        <a:pt x="471" y="525"/>
                                      </a:cubicBezTo>
                                      <a:cubicBezTo>
                                        <a:pt x="638" y="584"/>
                                        <a:pt x="844" y="731"/>
                                        <a:pt x="1000" y="776"/>
                                      </a:cubicBezTo>
                                      <a:cubicBezTo>
                                        <a:pt x="1154" y="821"/>
                                        <a:pt x="1309" y="925"/>
                                        <a:pt x="1408" y="796"/>
                                      </a:cubicBezTo>
                                      <a:cubicBezTo>
                                        <a:pt x="1507" y="667"/>
                                        <a:pt x="1557" y="166"/>
                                        <a:pt x="159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97" y="3543"/>
                                  <a:ext cx="712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3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00" y="4598"/>
                                  <a:ext cx="1537" cy="3526"/>
                                </a:xfrm>
                                <a:custGeom>
                                  <a:avLst/>
                                  <a:gdLst>
                                    <a:gd name="T0" fmla="*/ 348 w 1085"/>
                                    <a:gd name="T1" fmla="*/ 0 h 2489"/>
                                    <a:gd name="T2" fmla="*/ 175 w 1085"/>
                                    <a:gd name="T3" fmla="*/ 297 h 2489"/>
                                    <a:gd name="T4" fmla="*/ 58 w 1085"/>
                                    <a:gd name="T5" fmla="*/ 938 h 2489"/>
                                    <a:gd name="T6" fmla="*/ 113 w 1085"/>
                                    <a:gd name="T7" fmla="*/ 1702 h 2489"/>
                                    <a:gd name="T8" fmla="*/ 733 w 1085"/>
                                    <a:gd name="T9" fmla="*/ 2288 h 2489"/>
                                    <a:gd name="T10" fmla="*/ 1085 w 1085"/>
                                    <a:gd name="T11" fmla="*/ 2489 h 24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85" h="2489">
                                      <a:moveTo>
                                        <a:pt x="348" y="0"/>
                                      </a:moveTo>
                                      <a:cubicBezTo>
                                        <a:pt x="319" y="49"/>
                                        <a:pt x="224" y="141"/>
                                        <a:pt x="175" y="297"/>
                                      </a:cubicBezTo>
                                      <a:cubicBezTo>
                                        <a:pt x="127" y="453"/>
                                        <a:pt x="68" y="704"/>
                                        <a:pt x="58" y="938"/>
                                      </a:cubicBezTo>
                                      <a:cubicBezTo>
                                        <a:pt x="48" y="1171"/>
                                        <a:pt x="0" y="1477"/>
                                        <a:pt x="113" y="1702"/>
                                      </a:cubicBezTo>
                                      <a:cubicBezTo>
                                        <a:pt x="226" y="1928"/>
                                        <a:pt x="571" y="2157"/>
                                        <a:pt x="733" y="2288"/>
                                      </a:cubicBezTo>
                                      <a:cubicBezTo>
                                        <a:pt x="895" y="2419"/>
                                        <a:pt x="1012" y="2447"/>
                                        <a:pt x="1085" y="24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3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62" y="3940"/>
                                  <a:ext cx="1330" cy="476"/>
                                </a:xfrm>
                                <a:custGeom>
                                  <a:avLst/>
                                  <a:gdLst>
                                    <a:gd name="T0" fmla="*/ 91 w 939"/>
                                    <a:gd name="T1" fmla="*/ 5 h 336"/>
                                    <a:gd name="T2" fmla="*/ 135 w 939"/>
                                    <a:gd name="T3" fmla="*/ 201 h 336"/>
                                    <a:gd name="T4" fmla="*/ 584 w 939"/>
                                    <a:gd name="T5" fmla="*/ 266 h 336"/>
                                    <a:gd name="T6" fmla="*/ 923 w 939"/>
                                    <a:gd name="T7" fmla="*/ 319 h 336"/>
                                    <a:gd name="T8" fmla="*/ 683 w 939"/>
                                    <a:gd name="T9" fmla="*/ 162 h 336"/>
                                    <a:gd name="T10" fmla="*/ 91 w 939"/>
                                    <a:gd name="T11" fmla="*/ 5 h 3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39" h="336">
                                      <a:moveTo>
                                        <a:pt x="91" y="5"/>
                                      </a:moveTo>
                                      <a:cubicBezTo>
                                        <a:pt x="0" y="11"/>
                                        <a:pt x="53" y="158"/>
                                        <a:pt x="135" y="201"/>
                                      </a:cubicBezTo>
                                      <a:cubicBezTo>
                                        <a:pt x="217" y="244"/>
                                        <a:pt x="453" y="246"/>
                                        <a:pt x="584" y="266"/>
                                      </a:cubicBezTo>
                                      <a:cubicBezTo>
                                        <a:pt x="715" y="286"/>
                                        <a:pt x="907" y="336"/>
                                        <a:pt x="923" y="319"/>
                                      </a:cubicBezTo>
                                      <a:cubicBezTo>
                                        <a:pt x="939" y="302"/>
                                        <a:pt x="822" y="214"/>
                                        <a:pt x="683" y="162"/>
                                      </a:cubicBezTo>
                                      <a:cubicBezTo>
                                        <a:pt x="544" y="110"/>
                                        <a:pt x="188" y="0"/>
                                        <a:pt x="9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44" y="4549"/>
                                  <a:ext cx="544" cy="1088"/>
                                </a:xfrm>
                                <a:custGeom>
                                  <a:avLst/>
                                  <a:gdLst>
                                    <a:gd name="T0" fmla="*/ 282 w 301"/>
                                    <a:gd name="T1" fmla="*/ 10 h 719"/>
                                    <a:gd name="T2" fmla="*/ 76 w 301"/>
                                    <a:gd name="T3" fmla="*/ 126 h 719"/>
                                    <a:gd name="T4" fmla="*/ 12 w 301"/>
                                    <a:gd name="T5" fmla="*/ 443 h 719"/>
                                    <a:gd name="T6" fmla="*/ 24 w 301"/>
                                    <a:gd name="T7" fmla="*/ 677 h 719"/>
                                    <a:gd name="T8" fmla="*/ 153 w 301"/>
                                    <a:gd name="T9" fmla="*/ 188 h 719"/>
                                    <a:gd name="T10" fmla="*/ 282 w 301"/>
                                    <a:gd name="T11" fmla="*/ 10 h 7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1" h="719">
                                      <a:moveTo>
                                        <a:pt x="282" y="10"/>
                                      </a:moveTo>
                                      <a:cubicBezTo>
                                        <a:pt x="269" y="0"/>
                                        <a:pt x="121" y="54"/>
                                        <a:pt x="76" y="126"/>
                                      </a:cubicBezTo>
                                      <a:cubicBezTo>
                                        <a:pt x="31" y="198"/>
                                        <a:pt x="21" y="351"/>
                                        <a:pt x="12" y="443"/>
                                      </a:cubicBezTo>
                                      <a:cubicBezTo>
                                        <a:pt x="3" y="535"/>
                                        <a:pt x="0" y="719"/>
                                        <a:pt x="24" y="677"/>
                                      </a:cubicBezTo>
                                      <a:cubicBezTo>
                                        <a:pt x="48" y="635"/>
                                        <a:pt x="110" y="299"/>
                                        <a:pt x="153" y="188"/>
                                      </a:cubicBezTo>
                                      <a:cubicBezTo>
                                        <a:pt x="196" y="77"/>
                                        <a:pt x="301" y="10"/>
                                        <a:pt x="282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2" y="7566"/>
                                  <a:ext cx="439" cy="1334"/>
                                </a:xfrm>
                                <a:custGeom>
                                  <a:avLst/>
                                  <a:gdLst>
                                    <a:gd name="T0" fmla="*/ 206 w 250"/>
                                    <a:gd name="T1" fmla="*/ 6 h 882"/>
                                    <a:gd name="T2" fmla="*/ 242 w 250"/>
                                    <a:gd name="T3" fmla="*/ 294 h 882"/>
                                    <a:gd name="T4" fmla="*/ 158 w 250"/>
                                    <a:gd name="T5" fmla="*/ 654 h 882"/>
                                    <a:gd name="T6" fmla="*/ 14 w 250"/>
                                    <a:gd name="T7" fmla="*/ 870 h 882"/>
                                    <a:gd name="T8" fmla="*/ 74 w 250"/>
                                    <a:gd name="T9" fmla="*/ 582 h 882"/>
                                    <a:gd name="T10" fmla="*/ 158 w 250"/>
                                    <a:gd name="T11" fmla="*/ 330 h 882"/>
                                    <a:gd name="T12" fmla="*/ 206 w 250"/>
                                    <a:gd name="T13" fmla="*/ 6 h 8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50" h="882">
                                      <a:moveTo>
                                        <a:pt x="206" y="6"/>
                                      </a:moveTo>
                                      <a:cubicBezTo>
                                        <a:pt x="220" y="0"/>
                                        <a:pt x="250" y="186"/>
                                        <a:pt x="242" y="294"/>
                                      </a:cubicBezTo>
                                      <a:cubicBezTo>
                                        <a:pt x="234" y="402"/>
                                        <a:pt x="196" y="558"/>
                                        <a:pt x="158" y="654"/>
                                      </a:cubicBezTo>
                                      <a:cubicBezTo>
                                        <a:pt x="120" y="750"/>
                                        <a:pt x="28" y="882"/>
                                        <a:pt x="14" y="870"/>
                                      </a:cubicBezTo>
                                      <a:cubicBezTo>
                                        <a:pt x="0" y="858"/>
                                        <a:pt x="50" y="672"/>
                                        <a:pt x="74" y="582"/>
                                      </a:cubicBezTo>
                                      <a:cubicBezTo>
                                        <a:pt x="98" y="492"/>
                                        <a:pt x="132" y="428"/>
                                        <a:pt x="158" y="330"/>
                                      </a:cubicBezTo>
                                      <a:cubicBezTo>
                                        <a:pt x="184" y="232"/>
                                        <a:pt x="192" y="12"/>
                                        <a:pt x="206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0" y="8073"/>
                                  <a:ext cx="2306" cy="666"/>
                                </a:xfrm>
                                <a:custGeom>
                                  <a:avLst/>
                                  <a:gdLst>
                                    <a:gd name="T0" fmla="*/ 73 w 1628"/>
                                    <a:gd name="T1" fmla="*/ 184 h 470"/>
                                    <a:gd name="T2" fmla="*/ 290 w 1628"/>
                                    <a:gd name="T3" fmla="*/ 7 h 470"/>
                                    <a:gd name="T4" fmla="*/ 544 w 1628"/>
                                    <a:gd name="T5" fmla="*/ 136 h 470"/>
                                    <a:gd name="T6" fmla="*/ 1126 w 1628"/>
                                    <a:gd name="T7" fmla="*/ 251 h 470"/>
                                    <a:gd name="T8" fmla="*/ 1507 w 1628"/>
                                    <a:gd name="T9" fmla="*/ 245 h 470"/>
                                    <a:gd name="T10" fmla="*/ 1502 w 1628"/>
                                    <a:gd name="T11" fmla="*/ 287 h 470"/>
                                    <a:gd name="T12" fmla="*/ 752 w 1628"/>
                                    <a:gd name="T13" fmla="*/ 341 h 470"/>
                                    <a:gd name="T14" fmla="*/ 187 w 1628"/>
                                    <a:gd name="T15" fmla="*/ 405 h 470"/>
                                    <a:gd name="T16" fmla="*/ 19 w 1628"/>
                                    <a:gd name="T17" fmla="*/ 434 h 470"/>
                                    <a:gd name="T18" fmla="*/ 73 w 1628"/>
                                    <a:gd name="T19" fmla="*/ 184 h 4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628" h="470">
                                      <a:moveTo>
                                        <a:pt x="73" y="184"/>
                                      </a:moveTo>
                                      <a:cubicBezTo>
                                        <a:pt x="118" y="113"/>
                                        <a:pt x="212" y="15"/>
                                        <a:pt x="290" y="7"/>
                                      </a:cubicBezTo>
                                      <a:cubicBezTo>
                                        <a:pt x="368" y="0"/>
                                        <a:pt x="405" y="95"/>
                                        <a:pt x="544" y="136"/>
                                      </a:cubicBezTo>
                                      <a:cubicBezTo>
                                        <a:pt x="683" y="176"/>
                                        <a:pt x="966" y="233"/>
                                        <a:pt x="1126" y="251"/>
                                      </a:cubicBezTo>
                                      <a:cubicBezTo>
                                        <a:pt x="1286" y="269"/>
                                        <a:pt x="1444" y="239"/>
                                        <a:pt x="1507" y="245"/>
                                      </a:cubicBezTo>
                                      <a:cubicBezTo>
                                        <a:pt x="1570" y="251"/>
                                        <a:pt x="1628" y="271"/>
                                        <a:pt x="1502" y="287"/>
                                      </a:cubicBezTo>
                                      <a:cubicBezTo>
                                        <a:pt x="1376" y="303"/>
                                        <a:pt x="971" y="321"/>
                                        <a:pt x="752" y="341"/>
                                      </a:cubicBezTo>
                                      <a:cubicBezTo>
                                        <a:pt x="533" y="361"/>
                                        <a:pt x="309" y="389"/>
                                        <a:pt x="187" y="405"/>
                                      </a:cubicBezTo>
                                      <a:cubicBezTo>
                                        <a:pt x="64" y="421"/>
                                        <a:pt x="38" y="470"/>
                                        <a:pt x="19" y="434"/>
                                      </a:cubicBezTo>
                                      <a:cubicBezTo>
                                        <a:pt x="0" y="397"/>
                                        <a:pt x="28" y="254"/>
                                        <a:pt x="73" y="18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06" y="3917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11" y="3611"/>
                                  <a:ext cx="340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47" y="3314"/>
                                  <a:ext cx="2254" cy="1300"/>
                                </a:xfrm>
                                <a:custGeom>
                                  <a:avLst/>
                                  <a:gdLst>
                                    <a:gd name="T0" fmla="*/ 1591 w 1591"/>
                                    <a:gd name="T1" fmla="*/ 419 h 918"/>
                                    <a:gd name="T2" fmla="*/ 1126 w 1591"/>
                                    <a:gd name="T3" fmla="*/ 519 h 918"/>
                                    <a:gd name="T4" fmla="*/ 599 w 1591"/>
                                    <a:gd name="T5" fmla="*/ 770 h 918"/>
                                    <a:gd name="T6" fmla="*/ 190 w 1591"/>
                                    <a:gd name="T7" fmla="*/ 790 h 918"/>
                                    <a:gd name="T8" fmla="*/ 0 w 1591"/>
                                    <a:gd name="T9" fmla="*/ 0 h 9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1" h="918">
                                      <a:moveTo>
                                        <a:pt x="1591" y="419"/>
                                      </a:moveTo>
                                      <a:cubicBezTo>
                                        <a:pt x="1513" y="435"/>
                                        <a:pt x="1291" y="460"/>
                                        <a:pt x="1126" y="519"/>
                                      </a:cubicBezTo>
                                      <a:cubicBezTo>
                                        <a:pt x="961" y="578"/>
                                        <a:pt x="753" y="725"/>
                                        <a:pt x="599" y="770"/>
                                      </a:cubicBezTo>
                                      <a:cubicBezTo>
                                        <a:pt x="443" y="815"/>
                                        <a:pt x="290" y="918"/>
                                        <a:pt x="190" y="790"/>
                                      </a:cubicBezTo>
                                      <a:cubicBezTo>
                                        <a:pt x="90" y="662"/>
                                        <a:pt x="40" y="1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04" y="3542"/>
                                  <a:ext cx="713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20" y="4596"/>
                                  <a:ext cx="1470" cy="3474"/>
                                </a:xfrm>
                                <a:custGeom>
                                  <a:avLst/>
                                  <a:gdLst>
                                    <a:gd name="T0" fmla="*/ 690 w 1038"/>
                                    <a:gd name="T1" fmla="*/ 0 h 2453"/>
                                    <a:gd name="T2" fmla="*/ 863 w 1038"/>
                                    <a:gd name="T3" fmla="*/ 297 h 2453"/>
                                    <a:gd name="T4" fmla="*/ 980 w 1038"/>
                                    <a:gd name="T5" fmla="*/ 938 h 2453"/>
                                    <a:gd name="T6" fmla="*/ 925 w 1038"/>
                                    <a:gd name="T7" fmla="*/ 1703 h 2453"/>
                                    <a:gd name="T8" fmla="*/ 305 w 1038"/>
                                    <a:gd name="T9" fmla="*/ 2289 h 2453"/>
                                    <a:gd name="T10" fmla="*/ 0 w 1038"/>
                                    <a:gd name="T11" fmla="*/ 2453 h 24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38" h="2453">
                                      <a:moveTo>
                                        <a:pt x="690" y="0"/>
                                      </a:moveTo>
                                      <a:cubicBezTo>
                                        <a:pt x="719" y="49"/>
                                        <a:pt x="814" y="141"/>
                                        <a:pt x="863" y="297"/>
                                      </a:cubicBezTo>
                                      <a:cubicBezTo>
                                        <a:pt x="911" y="453"/>
                                        <a:pt x="970" y="704"/>
                                        <a:pt x="980" y="938"/>
                                      </a:cubicBezTo>
                                      <a:cubicBezTo>
                                        <a:pt x="990" y="1172"/>
                                        <a:pt x="1038" y="1477"/>
                                        <a:pt x="925" y="1703"/>
                                      </a:cubicBezTo>
                                      <a:cubicBezTo>
                                        <a:pt x="812" y="1928"/>
                                        <a:pt x="459" y="2164"/>
                                        <a:pt x="305" y="2289"/>
                                      </a:cubicBezTo>
                                      <a:cubicBezTo>
                                        <a:pt x="151" y="2414"/>
                                        <a:pt x="64" y="2419"/>
                                        <a:pt x="0" y="24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2" y="3950"/>
                                  <a:ext cx="1291" cy="486"/>
                                </a:xfrm>
                                <a:custGeom>
                                  <a:avLst/>
                                  <a:gdLst>
                                    <a:gd name="T0" fmla="*/ 816 w 911"/>
                                    <a:gd name="T1" fmla="*/ 0 h 343"/>
                                    <a:gd name="T2" fmla="*/ 826 w 911"/>
                                    <a:gd name="T3" fmla="*/ 182 h 343"/>
                                    <a:gd name="T4" fmla="*/ 368 w 911"/>
                                    <a:gd name="T5" fmla="*/ 256 h 343"/>
                                    <a:gd name="T6" fmla="*/ 18 w 911"/>
                                    <a:gd name="T7" fmla="*/ 324 h 343"/>
                                    <a:gd name="T8" fmla="*/ 258 w 911"/>
                                    <a:gd name="T9" fmla="*/ 141 h 343"/>
                                    <a:gd name="T10" fmla="*/ 816 w 911"/>
                                    <a:gd name="T11" fmla="*/ 0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11" h="343">
                                      <a:moveTo>
                                        <a:pt x="816" y="0"/>
                                      </a:moveTo>
                                      <a:cubicBezTo>
                                        <a:pt x="911" y="7"/>
                                        <a:pt x="901" y="139"/>
                                        <a:pt x="826" y="182"/>
                                      </a:cubicBezTo>
                                      <a:cubicBezTo>
                                        <a:pt x="751" y="225"/>
                                        <a:pt x="503" y="232"/>
                                        <a:pt x="368" y="256"/>
                                      </a:cubicBezTo>
                                      <a:cubicBezTo>
                                        <a:pt x="233" y="280"/>
                                        <a:pt x="36" y="343"/>
                                        <a:pt x="18" y="324"/>
                                      </a:cubicBezTo>
                                      <a:cubicBezTo>
                                        <a:pt x="0" y="305"/>
                                        <a:pt x="125" y="195"/>
                                        <a:pt x="258" y="141"/>
                                      </a:cubicBezTo>
                                      <a:cubicBezTo>
                                        <a:pt x="391" y="87"/>
                                        <a:pt x="700" y="30"/>
                                        <a:pt x="8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4" y="4547"/>
                                  <a:ext cx="529" cy="976"/>
                                </a:xfrm>
                                <a:custGeom>
                                  <a:avLst/>
                                  <a:gdLst>
                                    <a:gd name="T0" fmla="*/ 19 w 293"/>
                                    <a:gd name="T1" fmla="*/ 10 h 645"/>
                                    <a:gd name="T2" fmla="*/ 225 w 293"/>
                                    <a:gd name="T3" fmla="*/ 126 h 645"/>
                                    <a:gd name="T4" fmla="*/ 283 w 293"/>
                                    <a:gd name="T5" fmla="*/ 384 h 645"/>
                                    <a:gd name="T6" fmla="*/ 271 w 293"/>
                                    <a:gd name="T7" fmla="*/ 612 h 645"/>
                                    <a:gd name="T8" fmla="*/ 148 w 293"/>
                                    <a:gd name="T9" fmla="*/ 188 h 645"/>
                                    <a:gd name="T10" fmla="*/ 19 w 293"/>
                                    <a:gd name="T11" fmla="*/ 10 h 6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3" h="645">
                                      <a:moveTo>
                                        <a:pt x="19" y="10"/>
                                      </a:moveTo>
                                      <a:cubicBezTo>
                                        <a:pt x="32" y="0"/>
                                        <a:pt x="181" y="64"/>
                                        <a:pt x="225" y="126"/>
                                      </a:cubicBezTo>
                                      <a:cubicBezTo>
                                        <a:pt x="269" y="188"/>
                                        <a:pt x="275" y="303"/>
                                        <a:pt x="283" y="384"/>
                                      </a:cubicBezTo>
                                      <a:cubicBezTo>
                                        <a:pt x="291" y="465"/>
                                        <a:pt x="293" y="645"/>
                                        <a:pt x="271" y="612"/>
                                      </a:cubicBezTo>
                                      <a:cubicBezTo>
                                        <a:pt x="249" y="579"/>
                                        <a:pt x="190" y="288"/>
                                        <a:pt x="148" y="188"/>
                                      </a:cubicBezTo>
                                      <a:cubicBezTo>
                                        <a:pt x="106" y="88"/>
                                        <a:pt x="0" y="10"/>
                                        <a:pt x="19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5" y="8048"/>
                                  <a:ext cx="2278" cy="538"/>
                                </a:xfrm>
                                <a:custGeom>
                                  <a:avLst/>
                                  <a:gdLst>
                                    <a:gd name="T0" fmla="*/ 1608 w 1608"/>
                                    <a:gd name="T1" fmla="*/ 298 h 380"/>
                                    <a:gd name="T2" fmla="*/ 1267 w 1608"/>
                                    <a:gd name="T3" fmla="*/ 25 h 380"/>
                                    <a:gd name="T4" fmla="*/ 1013 w 1608"/>
                                    <a:gd name="T5" fmla="*/ 153 h 380"/>
                                    <a:gd name="T6" fmla="*/ 432 w 1608"/>
                                    <a:gd name="T7" fmla="*/ 268 h 380"/>
                                    <a:gd name="T8" fmla="*/ 46 w 1608"/>
                                    <a:gd name="T9" fmla="*/ 261 h 380"/>
                                    <a:gd name="T10" fmla="*/ 155 w 1608"/>
                                    <a:gd name="T11" fmla="*/ 325 h 380"/>
                                    <a:gd name="T12" fmla="*/ 413 w 1608"/>
                                    <a:gd name="T13" fmla="*/ 330 h 380"/>
                                    <a:gd name="T14" fmla="*/ 803 w 1608"/>
                                    <a:gd name="T15" fmla="*/ 298 h 380"/>
                                    <a:gd name="T16" fmla="*/ 1378 w 1608"/>
                                    <a:gd name="T17" fmla="*/ 368 h 380"/>
                                    <a:gd name="T18" fmla="*/ 1562 w 1608"/>
                                    <a:gd name="T19" fmla="*/ 368 h 380"/>
                                    <a:gd name="T20" fmla="*/ 1608 w 1608"/>
                                    <a:gd name="T21" fmla="*/ 298 h 3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1608" h="380">
                                      <a:moveTo>
                                        <a:pt x="1608" y="298"/>
                                      </a:moveTo>
                                      <a:cubicBezTo>
                                        <a:pt x="1526" y="227"/>
                                        <a:pt x="1367" y="49"/>
                                        <a:pt x="1267" y="25"/>
                                      </a:cubicBezTo>
                                      <a:cubicBezTo>
                                        <a:pt x="1167" y="0"/>
                                        <a:pt x="1152" y="112"/>
                                        <a:pt x="1013" y="153"/>
                                      </a:cubicBezTo>
                                      <a:cubicBezTo>
                                        <a:pt x="875" y="193"/>
                                        <a:pt x="593" y="250"/>
                                        <a:pt x="432" y="268"/>
                                      </a:cubicBezTo>
                                      <a:cubicBezTo>
                                        <a:pt x="271" y="286"/>
                                        <a:pt x="92" y="252"/>
                                        <a:pt x="46" y="261"/>
                                      </a:cubicBezTo>
                                      <a:cubicBezTo>
                                        <a:pt x="0" y="270"/>
                                        <a:pt x="94" y="314"/>
                                        <a:pt x="155" y="325"/>
                                      </a:cubicBezTo>
                                      <a:cubicBezTo>
                                        <a:pt x="216" y="336"/>
                                        <a:pt x="305" y="335"/>
                                        <a:pt x="413" y="330"/>
                                      </a:cubicBezTo>
                                      <a:cubicBezTo>
                                        <a:pt x="521" y="325"/>
                                        <a:pt x="643" y="291"/>
                                        <a:pt x="803" y="298"/>
                                      </a:cubicBezTo>
                                      <a:cubicBezTo>
                                        <a:pt x="964" y="304"/>
                                        <a:pt x="1252" y="357"/>
                                        <a:pt x="1378" y="368"/>
                                      </a:cubicBezTo>
                                      <a:cubicBezTo>
                                        <a:pt x="1505" y="380"/>
                                        <a:pt x="1524" y="380"/>
                                        <a:pt x="1562" y="368"/>
                                      </a:cubicBezTo>
                                      <a:cubicBezTo>
                                        <a:pt x="1600" y="357"/>
                                        <a:pt x="1598" y="313"/>
                                        <a:pt x="1608" y="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2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044" y="3916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2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1" y="3610"/>
                                  <a:ext cx="341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86" y="3294"/>
                                  <a:ext cx="885" cy="1470"/>
                                </a:xfrm>
                                <a:custGeom>
                                  <a:avLst/>
                                  <a:gdLst>
                                    <a:gd name="T0" fmla="*/ 68 w 625"/>
                                    <a:gd name="T1" fmla="*/ 0 h 1038"/>
                                    <a:gd name="T2" fmla="*/ 19 w 625"/>
                                    <a:gd name="T3" fmla="*/ 302 h 1038"/>
                                    <a:gd name="T4" fmla="*/ 185 w 625"/>
                                    <a:gd name="T5" fmla="*/ 917 h 1038"/>
                                    <a:gd name="T6" fmla="*/ 479 w 625"/>
                                    <a:gd name="T7" fmla="*/ 1025 h 1038"/>
                                    <a:gd name="T8" fmla="*/ 623 w 625"/>
                                    <a:gd name="T9" fmla="*/ 930 h 1038"/>
                                    <a:gd name="T10" fmla="*/ 473 w 625"/>
                                    <a:gd name="T11" fmla="*/ 971 h 1038"/>
                                    <a:gd name="T12" fmla="*/ 234 w 625"/>
                                    <a:gd name="T13" fmla="*/ 892 h 1038"/>
                                    <a:gd name="T14" fmla="*/ 148 w 625"/>
                                    <a:gd name="T15" fmla="*/ 602 h 1038"/>
                                    <a:gd name="T16" fmla="*/ 166 w 625"/>
                                    <a:gd name="T17" fmla="*/ 284 h 1038"/>
                                    <a:gd name="T18" fmla="*/ 304 w 625"/>
                                    <a:gd name="T19" fmla="*/ 161 h 1038"/>
                                    <a:gd name="T20" fmla="*/ 473 w 625"/>
                                    <a:gd name="T21" fmla="*/ 287 h 1038"/>
                                    <a:gd name="T22" fmla="*/ 442 w 625"/>
                                    <a:gd name="T23" fmla="*/ 3 h 10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25" h="1038">
                                      <a:moveTo>
                                        <a:pt x="68" y="0"/>
                                      </a:moveTo>
                                      <a:cubicBezTo>
                                        <a:pt x="60" y="51"/>
                                        <a:pt x="0" y="149"/>
                                        <a:pt x="19" y="302"/>
                                      </a:cubicBezTo>
                                      <a:cubicBezTo>
                                        <a:pt x="38" y="455"/>
                                        <a:pt x="109" y="797"/>
                                        <a:pt x="185" y="917"/>
                                      </a:cubicBezTo>
                                      <a:cubicBezTo>
                                        <a:pt x="262" y="1038"/>
                                        <a:pt x="406" y="1023"/>
                                        <a:pt x="479" y="1025"/>
                                      </a:cubicBezTo>
                                      <a:cubicBezTo>
                                        <a:pt x="552" y="1027"/>
                                        <a:pt x="625" y="939"/>
                                        <a:pt x="623" y="930"/>
                                      </a:cubicBezTo>
                                      <a:cubicBezTo>
                                        <a:pt x="622" y="922"/>
                                        <a:pt x="538" y="977"/>
                                        <a:pt x="473" y="971"/>
                                      </a:cubicBezTo>
                                      <a:cubicBezTo>
                                        <a:pt x="407" y="964"/>
                                        <a:pt x="287" y="954"/>
                                        <a:pt x="234" y="892"/>
                                      </a:cubicBezTo>
                                      <a:cubicBezTo>
                                        <a:pt x="180" y="830"/>
                                        <a:pt x="160" y="704"/>
                                        <a:pt x="148" y="602"/>
                                      </a:cubicBezTo>
                                      <a:cubicBezTo>
                                        <a:pt x="137" y="501"/>
                                        <a:pt x="140" y="358"/>
                                        <a:pt x="166" y="284"/>
                                      </a:cubicBezTo>
                                      <a:cubicBezTo>
                                        <a:pt x="192" y="210"/>
                                        <a:pt x="253" y="161"/>
                                        <a:pt x="304" y="161"/>
                                      </a:cubicBezTo>
                                      <a:cubicBezTo>
                                        <a:pt x="355" y="161"/>
                                        <a:pt x="450" y="313"/>
                                        <a:pt x="473" y="287"/>
                                      </a:cubicBezTo>
                                      <a:cubicBezTo>
                                        <a:pt x="496" y="261"/>
                                        <a:pt x="448" y="62"/>
                                        <a:pt x="442" y="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52" y="3294"/>
                                  <a:ext cx="860" cy="1459"/>
                                </a:xfrm>
                                <a:custGeom>
                                  <a:avLst/>
                                  <a:gdLst>
                                    <a:gd name="T0" fmla="*/ 544 w 607"/>
                                    <a:gd name="T1" fmla="*/ 0 h 1030"/>
                                    <a:gd name="T2" fmla="*/ 589 w 607"/>
                                    <a:gd name="T3" fmla="*/ 349 h 1030"/>
                                    <a:gd name="T4" fmla="*/ 438 w 607"/>
                                    <a:gd name="T5" fmla="*/ 917 h 1030"/>
                                    <a:gd name="T6" fmla="*/ 145 w 607"/>
                                    <a:gd name="T7" fmla="*/ 1025 h 1030"/>
                                    <a:gd name="T8" fmla="*/ 1 w 607"/>
                                    <a:gd name="T9" fmla="*/ 930 h 1030"/>
                                    <a:gd name="T10" fmla="*/ 151 w 607"/>
                                    <a:gd name="T11" fmla="*/ 971 h 1030"/>
                                    <a:gd name="T12" fmla="*/ 390 w 607"/>
                                    <a:gd name="T13" fmla="*/ 892 h 1030"/>
                                    <a:gd name="T14" fmla="*/ 475 w 607"/>
                                    <a:gd name="T15" fmla="*/ 602 h 1030"/>
                                    <a:gd name="T16" fmla="*/ 457 w 607"/>
                                    <a:gd name="T17" fmla="*/ 284 h 1030"/>
                                    <a:gd name="T18" fmla="*/ 320 w 607"/>
                                    <a:gd name="T19" fmla="*/ 161 h 1030"/>
                                    <a:gd name="T20" fmla="*/ 151 w 607"/>
                                    <a:gd name="T21" fmla="*/ 287 h 1030"/>
                                    <a:gd name="T22" fmla="*/ 178 w 607"/>
                                    <a:gd name="T23" fmla="*/ 9 h 10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07" h="1030">
                                      <a:moveTo>
                                        <a:pt x="544" y="0"/>
                                      </a:moveTo>
                                      <a:cubicBezTo>
                                        <a:pt x="551" y="58"/>
                                        <a:pt x="607" y="196"/>
                                        <a:pt x="589" y="349"/>
                                      </a:cubicBezTo>
                                      <a:cubicBezTo>
                                        <a:pt x="571" y="502"/>
                                        <a:pt x="512" y="804"/>
                                        <a:pt x="438" y="917"/>
                                      </a:cubicBezTo>
                                      <a:cubicBezTo>
                                        <a:pt x="364" y="1030"/>
                                        <a:pt x="218" y="1023"/>
                                        <a:pt x="145" y="1025"/>
                                      </a:cubicBezTo>
                                      <a:cubicBezTo>
                                        <a:pt x="72" y="1027"/>
                                        <a:pt x="0" y="939"/>
                                        <a:pt x="1" y="930"/>
                                      </a:cubicBezTo>
                                      <a:cubicBezTo>
                                        <a:pt x="2" y="922"/>
                                        <a:pt x="86" y="977"/>
                                        <a:pt x="151" y="971"/>
                                      </a:cubicBezTo>
                                      <a:cubicBezTo>
                                        <a:pt x="216" y="964"/>
                                        <a:pt x="336" y="954"/>
                                        <a:pt x="390" y="892"/>
                                      </a:cubicBezTo>
                                      <a:cubicBezTo>
                                        <a:pt x="443" y="830"/>
                                        <a:pt x="464" y="704"/>
                                        <a:pt x="475" y="602"/>
                                      </a:cubicBezTo>
                                      <a:cubicBezTo>
                                        <a:pt x="487" y="501"/>
                                        <a:pt x="483" y="358"/>
                                        <a:pt x="457" y="284"/>
                                      </a:cubicBezTo>
                                      <a:cubicBezTo>
                                        <a:pt x="432" y="210"/>
                                        <a:pt x="371" y="161"/>
                                        <a:pt x="320" y="161"/>
                                      </a:cubicBezTo>
                                      <a:cubicBezTo>
                                        <a:pt x="269" y="161"/>
                                        <a:pt x="175" y="312"/>
                                        <a:pt x="151" y="287"/>
                                      </a:cubicBezTo>
                                      <a:cubicBezTo>
                                        <a:pt x="127" y="262"/>
                                        <a:pt x="173" y="67"/>
                                        <a:pt x="178" y="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68" y="3284"/>
                                  <a:ext cx="377" cy="221"/>
                                </a:xfrm>
                                <a:custGeom>
                                  <a:avLst/>
                                  <a:gdLst>
                                    <a:gd name="T0" fmla="*/ 10 w 266"/>
                                    <a:gd name="T1" fmla="*/ 154 h 156"/>
                                    <a:gd name="T2" fmla="*/ 176 w 266"/>
                                    <a:gd name="T3" fmla="*/ 20 h 156"/>
                                    <a:gd name="T4" fmla="*/ 238 w 266"/>
                                    <a:gd name="T5" fmla="*/ 31 h 156"/>
                                    <a:gd name="T6" fmla="*/ 10 w 266"/>
                                    <a:gd name="T7" fmla="*/ 154 h 1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66" h="156">
                                      <a:moveTo>
                                        <a:pt x="10" y="154"/>
                                      </a:moveTo>
                                      <a:cubicBezTo>
                                        <a:pt x="0" y="152"/>
                                        <a:pt x="138" y="40"/>
                                        <a:pt x="176" y="20"/>
                                      </a:cubicBezTo>
                                      <a:cubicBezTo>
                                        <a:pt x="214" y="0"/>
                                        <a:pt x="266" y="9"/>
                                        <a:pt x="238" y="31"/>
                                      </a:cubicBezTo>
                                      <a:cubicBezTo>
                                        <a:pt x="210" y="53"/>
                                        <a:pt x="20" y="156"/>
                                        <a:pt x="10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8730"/>
                                  <a:ext cx="2460" cy="767"/>
                                </a:xfrm>
                                <a:custGeom>
                                  <a:avLst/>
                                  <a:gdLst>
                                    <a:gd name="T0" fmla="*/ 2460 w 2460"/>
                                    <a:gd name="T1" fmla="*/ 767 h 767"/>
                                    <a:gd name="T2" fmla="*/ 2092 w 2460"/>
                                    <a:gd name="T3" fmla="*/ 287 h 767"/>
                                    <a:gd name="T4" fmla="*/ 1336 w 2460"/>
                                    <a:gd name="T5" fmla="*/ 30 h 767"/>
                                    <a:gd name="T6" fmla="*/ 545 w 2460"/>
                                    <a:gd name="T7" fmla="*/ 107 h 767"/>
                                    <a:gd name="T8" fmla="*/ 0 w 2460"/>
                                    <a:gd name="T9" fmla="*/ 363 h 7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460" h="767">
                                      <a:moveTo>
                                        <a:pt x="2460" y="767"/>
                                      </a:moveTo>
                                      <a:cubicBezTo>
                                        <a:pt x="2399" y="687"/>
                                        <a:pt x="2279" y="410"/>
                                        <a:pt x="2092" y="287"/>
                                      </a:cubicBezTo>
                                      <a:cubicBezTo>
                                        <a:pt x="1905" y="164"/>
                                        <a:pt x="1594" y="60"/>
                                        <a:pt x="1336" y="30"/>
                                      </a:cubicBezTo>
                                      <a:cubicBezTo>
                                        <a:pt x="1078" y="0"/>
                                        <a:pt x="768" y="51"/>
                                        <a:pt x="545" y="107"/>
                                      </a:cubicBezTo>
                                      <a:cubicBezTo>
                                        <a:pt x="323" y="162"/>
                                        <a:pt x="113" y="309"/>
                                        <a:pt x="0" y="3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05" y="4412"/>
                                  <a:ext cx="688" cy="4347"/>
                                </a:xfrm>
                                <a:custGeom>
                                  <a:avLst/>
                                  <a:gdLst>
                                    <a:gd name="T0" fmla="*/ 421 w 688"/>
                                    <a:gd name="T1" fmla="*/ 3084 h 4347"/>
                                    <a:gd name="T2" fmla="*/ 293 w 688"/>
                                    <a:gd name="T3" fmla="*/ 3509 h 4347"/>
                                    <a:gd name="T4" fmla="*/ 208 w 688"/>
                                    <a:gd name="T5" fmla="*/ 3977 h 4347"/>
                                    <a:gd name="T6" fmla="*/ 268 w 688"/>
                                    <a:gd name="T7" fmla="*/ 4138 h 4347"/>
                                    <a:gd name="T8" fmla="*/ 565 w 688"/>
                                    <a:gd name="T9" fmla="*/ 4294 h 4347"/>
                                    <a:gd name="T10" fmla="*/ 685 w 688"/>
                                    <a:gd name="T11" fmla="*/ 4247 h 4347"/>
                                    <a:gd name="T12" fmla="*/ 585 w 688"/>
                                    <a:gd name="T13" fmla="*/ 3693 h 4347"/>
                                    <a:gd name="T14" fmla="*/ 378 w 688"/>
                                    <a:gd name="T15" fmla="*/ 2876 h 4347"/>
                                    <a:gd name="T16" fmla="*/ 183 w 688"/>
                                    <a:gd name="T17" fmla="*/ 2160 h 4347"/>
                                    <a:gd name="T18" fmla="*/ 20 w 688"/>
                                    <a:gd name="T19" fmla="*/ 1616 h 4347"/>
                                    <a:gd name="T20" fmla="*/ 64 w 688"/>
                                    <a:gd name="T21" fmla="*/ 1089 h 4347"/>
                                    <a:gd name="T22" fmla="*/ 64 w 688"/>
                                    <a:gd name="T23" fmla="*/ 581 h 4347"/>
                                    <a:gd name="T24" fmla="*/ 81 w 688"/>
                                    <a:gd name="T25" fmla="*/ 0 h 43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88" h="4347">
                                      <a:moveTo>
                                        <a:pt x="421" y="3084"/>
                                      </a:moveTo>
                                      <a:cubicBezTo>
                                        <a:pt x="400" y="3154"/>
                                        <a:pt x="329" y="3361"/>
                                        <a:pt x="293" y="3509"/>
                                      </a:cubicBezTo>
                                      <a:cubicBezTo>
                                        <a:pt x="258" y="3658"/>
                                        <a:pt x="213" y="3872"/>
                                        <a:pt x="208" y="3977"/>
                                      </a:cubicBezTo>
                                      <a:cubicBezTo>
                                        <a:pt x="204" y="4081"/>
                                        <a:pt x="209" y="4085"/>
                                        <a:pt x="268" y="4138"/>
                                      </a:cubicBezTo>
                                      <a:cubicBezTo>
                                        <a:pt x="327" y="4191"/>
                                        <a:pt x="496" y="4276"/>
                                        <a:pt x="565" y="4294"/>
                                      </a:cubicBezTo>
                                      <a:cubicBezTo>
                                        <a:pt x="634" y="4312"/>
                                        <a:pt x="682" y="4347"/>
                                        <a:pt x="685" y="4247"/>
                                      </a:cubicBezTo>
                                      <a:cubicBezTo>
                                        <a:pt x="688" y="4147"/>
                                        <a:pt x="636" y="3921"/>
                                        <a:pt x="585" y="3693"/>
                                      </a:cubicBezTo>
                                      <a:cubicBezTo>
                                        <a:pt x="534" y="3465"/>
                                        <a:pt x="445" y="3133"/>
                                        <a:pt x="378" y="2876"/>
                                      </a:cubicBezTo>
                                      <a:cubicBezTo>
                                        <a:pt x="312" y="2621"/>
                                        <a:pt x="242" y="2371"/>
                                        <a:pt x="183" y="2160"/>
                                      </a:cubicBezTo>
                                      <a:cubicBezTo>
                                        <a:pt x="123" y="1950"/>
                                        <a:pt x="40" y="1794"/>
                                        <a:pt x="20" y="1616"/>
                                      </a:cubicBezTo>
                                      <a:cubicBezTo>
                                        <a:pt x="0" y="1437"/>
                                        <a:pt x="57" y="1262"/>
                                        <a:pt x="64" y="1089"/>
                                      </a:cubicBezTo>
                                      <a:cubicBezTo>
                                        <a:pt x="71" y="916"/>
                                        <a:pt x="60" y="762"/>
                                        <a:pt x="64" y="581"/>
                                      </a:cubicBezTo>
                                      <a:cubicBezTo>
                                        <a:pt x="67" y="399"/>
                                        <a:pt x="78" y="120"/>
                                        <a:pt x="81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10" y="4329"/>
                                  <a:ext cx="300" cy="2095"/>
                                </a:xfrm>
                                <a:custGeom>
                                  <a:avLst/>
                                  <a:gdLst>
                                    <a:gd name="T0" fmla="*/ 10 w 166"/>
                                    <a:gd name="T1" fmla="*/ 0 h 1384"/>
                                    <a:gd name="T2" fmla="*/ 10 w 166"/>
                                    <a:gd name="T3" fmla="*/ 612 h 1384"/>
                                    <a:gd name="T4" fmla="*/ 70 w 166"/>
                                    <a:gd name="T5" fmla="*/ 1068 h 1384"/>
                                    <a:gd name="T6" fmla="*/ 94 w 166"/>
                                    <a:gd name="T7" fmla="*/ 1344 h 1384"/>
                                    <a:gd name="T8" fmla="*/ 166 w 166"/>
                                    <a:gd name="T9" fmla="*/ 828 h 1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66" h="1384">
                                      <a:moveTo>
                                        <a:pt x="10" y="0"/>
                                      </a:moveTo>
                                      <a:cubicBezTo>
                                        <a:pt x="5" y="217"/>
                                        <a:pt x="0" y="434"/>
                                        <a:pt x="10" y="612"/>
                                      </a:cubicBezTo>
                                      <a:cubicBezTo>
                                        <a:pt x="20" y="790"/>
                                        <a:pt x="56" y="946"/>
                                        <a:pt x="70" y="1068"/>
                                      </a:cubicBezTo>
                                      <a:cubicBezTo>
                                        <a:pt x="84" y="1190"/>
                                        <a:pt x="78" y="1384"/>
                                        <a:pt x="94" y="1344"/>
                                      </a:cubicBezTo>
                                      <a:cubicBezTo>
                                        <a:pt x="110" y="1304"/>
                                        <a:pt x="138" y="1066"/>
                                        <a:pt x="166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91" y="4321"/>
                                  <a:ext cx="325" cy="2083"/>
                                </a:xfrm>
                                <a:custGeom>
                                  <a:avLst/>
                                  <a:gdLst>
                                    <a:gd name="T0" fmla="*/ 156 w 180"/>
                                    <a:gd name="T1" fmla="*/ 0 h 1377"/>
                                    <a:gd name="T2" fmla="*/ 170 w 180"/>
                                    <a:gd name="T3" fmla="*/ 606 h 1377"/>
                                    <a:gd name="T4" fmla="*/ 95 w 180"/>
                                    <a:gd name="T5" fmla="*/ 1062 h 1377"/>
                                    <a:gd name="T6" fmla="*/ 65 w 180"/>
                                    <a:gd name="T7" fmla="*/ 1338 h 1377"/>
                                    <a:gd name="T8" fmla="*/ 0 w 180"/>
                                    <a:gd name="T9" fmla="*/ 828 h 13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80" h="1377">
                                      <a:moveTo>
                                        <a:pt x="156" y="0"/>
                                      </a:moveTo>
                                      <a:cubicBezTo>
                                        <a:pt x="159" y="101"/>
                                        <a:pt x="180" y="429"/>
                                        <a:pt x="170" y="606"/>
                                      </a:cubicBezTo>
                                      <a:cubicBezTo>
                                        <a:pt x="160" y="783"/>
                                        <a:pt x="113" y="940"/>
                                        <a:pt x="95" y="1062"/>
                                      </a:cubicBezTo>
                                      <a:cubicBezTo>
                                        <a:pt x="78" y="1184"/>
                                        <a:pt x="81" y="1377"/>
                                        <a:pt x="65" y="1338"/>
                                      </a:cubicBezTo>
                                      <a:cubicBezTo>
                                        <a:pt x="49" y="1299"/>
                                        <a:pt x="14" y="934"/>
                                        <a:pt x="0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91" y="5590"/>
                                  <a:ext cx="243" cy="681"/>
                                </a:xfrm>
                                <a:custGeom>
                                  <a:avLst/>
                                  <a:gdLst>
                                    <a:gd name="T0" fmla="*/ 67 w 243"/>
                                    <a:gd name="T1" fmla="*/ 0 h 681"/>
                                    <a:gd name="T2" fmla="*/ 35 w 243"/>
                                    <a:gd name="T3" fmla="*/ 300 h 681"/>
                                    <a:gd name="T4" fmla="*/ 35 w 243"/>
                                    <a:gd name="T5" fmla="*/ 619 h 681"/>
                                    <a:gd name="T6" fmla="*/ 243 w 243"/>
                                    <a:gd name="T7" fmla="*/ 671 h 6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43" h="681">
                                      <a:moveTo>
                                        <a:pt x="67" y="0"/>
                                      </a:moveTo>
                                      <a:cubicBezTo>
                                        <a:pt x="56" y="99"/>
                                        <a:pt x="40" y="197"/>
                                        <a:pt x="35" y="300"/>
                                      </a:cubicBezTo>
                                      <a:cubicBezTo>
                                        <a:pt x="29" y="403"/>
                                        <a:pt x="0" y="557"/>
                                        <a:pt x="35" y="619"/>
                                      </a:cubicBezTo>
                                      <a:cubicBezTo>
                                        <a:pt x="70" y="681"/>
                                        <a:pt x="200" y="660"/>
                                        <a:pt x="243" y="6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6" y="5588"/>
                                  <a:ext cx="238" cy="673"/>
                                </a:xfrm>
                                <a:custGeom>
                                  <a:avLst/>
                                  <a:gdLst>
                                    <a:gd name="T0" fmla="*/ 160 w 238"/>
                                    <a:gd name="T1" fmla="*/ 0 h 673"/>
                                    <a:gd name="T2" fmla="*/ 198 w 238"/>
                                    <a:gd name="T3" fmla="*/ 291 h 673"/>
                                    <a:gd name="T4" fmla="*/ 205 w 238"/>
                                    <a:gd name="T5" fmla="*/ 609 h 673"/>
                                    <a:gd name="T6" fmla="*/ 0 w 238"/>
                                    <a:gd name="T7" fmla="*/ 673 h 6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8" h="673">
                                      <a:moveTo>
                                        <a:pt x="160" y="0"/>
                                      </a:moveTo>
                                      <a:cubicBezTo>
                                        <a:pt x="166" y="48"/>
                                        <a:pt x="191" y="190"/>
                                        <a:pt x="198" y="291"/>
                                      </a:cubicBezTo>
                                      <a:cubicBezTo>
                                        <a:pt x="205" y="392"/>
                                        <a:pt x="238" y="545"/>
                                        <a:pt x="205" y="609"/>
                                      </a:cubicBezTo>
                                      <a:cubicBezTo>
                                        <a:pt x="172" y="673"/>
                                        <a:pt x="43" y="660"/>
                                        <a:pt x="0" y="6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55" y="7242"/>
                                  <a:ext cx="1874" cy="1382"/>
                                </a:xfrm>
                                <a:custGeom>
                                  <a:avLst/>
                                  <a:gdLst>
                                    <a:gd name="T0" fmla="*/ 1874 w 1874"/>
                                    <a:gd name="T1" fmla="*/ 1292 h 1382"/>
                                    <a:gd name="T2" fmla="*/ 1380 w 1874"/>
                                    <a:gd name="T3" fmla="*/ 1236 h 1382"/>
                                    <a:gd name="T4" fmla="*/ 833 w 1874"/>
                                    <a:gd name="T5" fmla="*/ 1289 h 1382"/>
                                    <a:gd name="T6" fmla="*/ 459 w 1874"/>
                                    <a:gd name="T7" fmla="*/ 1351 h 1382"/>
                                    <a:gd name="T8" fmla="*/ 350 w 1874"/>
                                    <a:gd name="T9" fmla="*/ 1102 h 1382"/>
                                    <a:gd name="T10" fmla="*/ 221 w 1874"/>
                                    <a:gd name="T11" fmla="*/ 552 h 1382"/>
                                    <a:gd name="T12" fmla="*/ 0 w 1874"/>
                                    <a:gd name="T13" fmla="*/ 0 h 13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74" h="1382">
                                      <a:moveTo>
                                        <a:pt x="1874" y="1292"/>
                                      </a:moveTo>
                                      <a:cubicBezTo>
                                        <a:pt x="1792" y="1284"/>
                                        <a:pt x="1553" y="1236"/>
                                        <a:pt x="1380" y="1236"/>
                                      </a:cubicBezTo>
                                      <a:cubicBezTo>
                                        <a:pt x="1207" y="1236"/>
                                        <a:pt x="986" y="1270"/>
                                        <a:pt x="833" y="1289"/>
                                      </a:cubicBezTo>
                                      <a:cubicBezTo>
                                        <a:pt x="680" y="1308"/>
                                        <a:pt x="540" y="1382"/>
                                        <a:pt x="459" y="1351"/>
                                      </a:cubicBezTo>
                                      <a:cubicBezTo>
                                        <a:pt x="378" y="1320"/>
                                        <a:pt x="390" y="1235"/>
                                        <a:pt x="350" y="1102"/>
                                      </a:cubicBezTo>
                                      <a:cubicBezTo>
                                        <a:pt x="310" y="969"/>
                                        <a:pt x="279" y="736"/>
                                        <a:pt x="221" y="552"/>
                                      </a:cubicBezTo>
                                      <a:cubicBezTo>
                                        <a:pt x="163" y="368"/>
                                        <a:pt x="45" y="11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7199"/>
                                  <a:ext cx="1932" cy="1570"/>
                                </a:xfrm>
                                <a:custGeom>
                                  <a:avLst/>
                                  <a:gdLst>
                                    <a:gd name="T0" fmla="*/ 0 w 1932"/>
                                    <a:gd name="T1" fmla="*/ 1570 h 1570"/>
                                    <a:gd name="T2" fmla="*/ 438 w 1932"/>
                                    <a:gd name="T3" fmla="*/ 1363 h 1570"/>
                                    <a:gd name="T4" fmla="*/ 1003 w 1932"/>
                                    <a:gd name="T5" fmla="*/ 1265 h 1570"/>
                                    <a:gd name="T6" fmla="*/ 1411 w 1932"/>
                                    <a:gd name="T7" fmla="*/ 1289 h 1570"/>
                                    <a:gd name="T8" fmla="*/ 1609 w 1932"/>
                                    <a:gd name="T9" fmla="*/ 1199 h 1570"/>
                                    <a:gd name="T10" fmla="*/ 1720 w 1932"/>
                                    <a:gd name="T11" fmla="*/ 629 h 1570"/>
                                    <a:gd name="T12" fmla="*/ 1932 w 1932"/>
                                    <a:gd name="T13" fmla="*/ 0 h 15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32" h="1570">
                                      <a:moveTo>
                                        <a:pt x="0" y="1570"/>
                                      </a:moveTo>
                                      <a:cubicBezTo>
                                        <a:pt x="73" y="1536"/>
                                        <a:pt x="271" y="1414"/>
                                        <a:pt x="438" y="1363"/>
                                      </a:cubicBezTo>
                                      <a:cubicBezTo>
                                        <a:pt x="605" y="1312"/>
                                        <a:pt x="841" y="1277"/>
                                        <a:pt x="1003" y="1265"/>
                                      </a:cubicBezTo>
                                      <a:cubicBezTo>
                                        <a:pt x="1165" y="1253"/>
                                        <a:pt x="1310" y="1300"/>
                                        <a:pt x="1411" y="1289"/>
                                      </a:cubicBezTo>
                                      <a:cubicBezTo>
                                        <a:pt x="1512" y="1278"/>
                                        <a:pt x="1558" y="1309"/>
                                        <a:pt x="1609" y="1199"/>
                                      </a:cubicBezTo>
                                      <a:cubicBezTo>
                                        <a:pt x="1660" y="1088"/>
                                        <a:pt x="1666" y="829"/>
                                        <a:pt x="1720" y="629"/>
                                      </a:cubicBezTo>
                                      <a:cubicBezTo>
                                        <a:pt x="1773" y="429"/>
                                        <a:pt x="1888" y="130"/>
                                        <a:pt x="193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20" y="6334"/>
                                  <a:ext cx="831" cy="3150"/>
                                </a:xfrm>
                                <a:custGeom>
                                  <a:avLst/>
                                  <a:gdLst>
                                    <a:gd name="T0" fmla="*/ 311 w 831"/>
                                    <a:gd name="T1" fmla="*/ 13 h 3150"/>
                                    <a:gd name="T2" fmla="*/ 164 w 831"/>
                                    <a:gd name="T3" fmla="*/ 8 h 3150"/>
                                    <a:gd name="T4" fmla="*/ 44 w 831"/>
                                    <a:gd name="T5" fmla="*/ 62 h 3150"/>
                                    <a:gd name="T6" fmla="*/ 4 w 831"/>
                                    <a:gd name="T7" fmla="*/ 257 h 3150"/>
                                    <a:gd name="T8" fmla="*/ 67 w 831"/>
                                    <a:gd name="T9" fmla="*/ 675 h 3150"/>
                                    <a:gd name="T10" fmla="*/ 373 w 831"/>
                                    <a:gd name="T11" fmla="*/ 1790 h 3150"/>
                                    <a:gd name="T12" fmla="*/ 831 w 831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831" h="3150">
                                      <a:moveTo>
                                        <a:pt x="311" y="13"/>
                                      </a:moveTo>
                                      <a:cubicBezTo>
                                        <a:pt x="259" y="6"/>
                                        <a:pt x="208" y="0"/>
                                        <a:pt x="164" y="8"/>
                                      </a:cubicBezTo>
                                      <a:cubicBezTo>
                                        <a:pt x="120" y="16"/>
                                        <a:pt x="71" y="21"/>
                                        <a:pt x="44" y="62"/>
                                      </a:cubicBezTo>
                                      <a:cubicBezTo>
                                        <a:pt x="17" y="103"/>
                                        <a:pt x="0" y="155"/>
                                        <a:pt x="4" y="257"/>
                                      </a:cubicBezTo>
                                      <a:cubicBezTo>
                                        <a:pt x="8" y="359"/>
                                        <a:pt x="6" y="420"/>
                                        <a:pt x="67" y="675"/>
                                      </a:cubicBezTo>
                                      <a:cubicBezTo>
                                        <a:pt x="128" y="930"/>
                                        <a:pt x="246" y="1378"/>
                                        <a:pt x="373" y="1790"/>
                                      </a:cubicBezTo>
                                      <a:cubicBezTo>
                                        <a:pt x="500" y="2202"/>
                                        <a:pt x="665" y="2676"/>
                                        <a:pt x="831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69" y="6334"/>
                                  <a:ext cx="524" cy="3150"/>
                                </a:xfrm>
                                <a:custGeom>
                                  <a:avLst/>
                                  <a:gdLst>
                                    <a:gd name="T0" fmla="*/ 191 w 524"/>
                                    <a:gd name="T1" fmla="*/ 13 h 3150"/>
                                    <a:gd name="T2" fmla="*/ 369 w 524"/>
                                    <a:gd name="T3" fmla="*/ 17 h 3150"/>
                                    <a:gd name="T4" fmla="*/ 489 w 524"/>
                                    <a:gd name="T5" fmla="*/ 115 h 3150"/>
                                    <a:gd name="T6" fmla="*/ 520 w 524"/>
                                    <a:gd name="T7" fmla="*/ 382 h 3150"/>
                                    <a:gd name="T8" fmla="*/ 467 w 524"/>
                                    <a:gd name="T9" fmla="*/ 928 h 3150"/>
                                    <a:gd name="T10" fmla="*/ 293 w 524"/>
                                    <a:gd name="T11" fmla="*/ 1764 h 3150"/>
                                    <a:gd name="T12" fmla="*/ 0 w 524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24" h="3150">
                                      <a:moveTo>
                                        <a:pt x="191" y="13"/>
                                      </a:moveTo>
                                      <a:cubicBezTo>
                                        <a:pt x="255" y="6"/>
                                        <a:pt x="319" y="0"/>
                                        <a:pt x="369" y="17"/>
                                      </a:cubicBezTo>
                                      <a:cubicBezTo>
                                        <a:pt x="419" y="34"/>
                                        <a:pt x="464" y="54"/>
                                        <a:pt x="489" y="115"/>
                                      </a:cubicBezTo>
                                      <a:cubicBezTo>
                                        <a:pt x="514" y="176"/>
                                        <a:pt x="524" y="247"/>
                                        <a:pt x="520" y="382"/>
                                      </a:cubicBezTo>
                                      <a:cubicBezTo>
                                        <a:pt x="516" y="517"/>
                                        <a:pt x="505" y="698"/>
                                        <a:pt x="467" y="928"/>
                                      </a:cubicBezTo>
                                      <a:cubicBezTo>
                                        <a:pt x="429" y="1158"/>
                                        <a:pt x="371" y="1394"/>
                                        <a:pt x="293" y="1764"/>
                                      </a:cubicBezTo>
                                      <a:cubicBezTo>
                                        <a:pt x="215" y="2134"/>
                                        <a:pt x="107" y="2642"/>
                                        <a:pt x="0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51" y="4405"/>
                                  <a:ext cx="727" cy="5089"/>
                                </a:xfrm>
                                <a:custGeom>
                                  <a:avLst/>
                                  <a:gdLst>
                                    <a:gd name="T0" fmla="*/ 656 w 727"/>
                                    <a:gd name="T1" fmla="*/ 0 h 5089"/>
                                    <a:gd name="T2" fmla="*/ 713 w 727"/>
                                    <a:gd name="T3" fmla="*/ 917 h 5089"/>
                                    <a:gd name="T4" fmla="*/ 720 w 727"/>
                                    <a:gd name="T5" fmla="*/ 1468 h 5089"/>
                                    <a:gd name="T6" fmla="*/ 670 w 727"/>
                                    <a:gd name="T7" fmla="*/ 2040 h 5089"/>
                                    <a:gd name="T8" fmla="*/ 487 w 727"/>
                                    <a:gd name="T9" fmla="*/ 2873 h 5089"/>
                                    <a:gd name="T10" fmla="*/ 218 w 727"/>
                                    <a:gd name="T11" fmla="*/ 4129 h 5089"/>
                                    <a:gd name="T12" fmla="*/ 0 w 727"/>
                                    <a:gd name="T13" fmla="*/ 5089 h 50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727" h="5089">
                                      <a:moveTo>
                                        <a:pt x="656" y="0"/>
                                      </a:moveTo>
                                      <a:cubicBezTo>
                                        <a:pt x="679" y="336"/>
                                        <a:pt x="702" y="672"/>
                                        <a:pt x="713" y="917"/>
                                      </a:cubicBezTo>
                                      <a:cubicBezTo>
                                        <a:pt x="724" y="1162"/>
                                        <a:pt x="727" y="1281"/>
                                        <a:pt x="720" y="1468"/>
                                      </a:cubicBezTo>
                                      <a:cubicBezTo>
                                        <a:pt x="713" y="1655"/>
                                        <a:pt x="709" y="1806"/>
                                        <a:pt x="670" y="2040"/>
                                      </a:cubicBezTo>
                                      <a:cubicBezTo>
                                        <a:pt x="631" y="2274"/>
                                        <a:pt x="562" y="2525"/>
                                        <a:pt x="487" y="2873"/>
                                      </a:cubicBezTo>
                                      <a:cubicBezTo>
                                        <a:pt x="412" y="3221"/>
                                        <a:pt x="299" y="3760"/>
                                        <a:pt x="218" y="4129"/>
                                      </a:cubicBezTo>
                                      <a:cubicBezTo>
                                        <a:pt x="137" y="4498"/>
                                        <a:pt x="68" y="4793"/>
                                        <a:pt x="0" y="50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91" y="7518"/>
                                  <a:ext cx="450" cy="1976"/>
                                </a:xfrm>
                                <a:custGeom>
                                  <a:avLst/>
                                  <a:gdLst>
                                    <a:gd name="T0" fmla="*/ 0 w 450"/>
                                    <a:gd name="T1" fmla="*/ 1976 h 1976"/>
                                    <a:gd name="T2" fmla="*/ 105 w 450"/>
                                    <a:gd name="T3" fmla="*/ 1750 h 1976"/>
                                    <a:gd name="T4" fmla="*/ 261 w 450"/>
                                    <a:gd name="T5" fmla="*/ 1468 h 1976"/>
                                    <a:gd name="T6" fmla="*/ 423 w 450"/>
                                    <a:gd name="T7" fmla="*/ 1171 h 1976"/>
                                    <a:gd name="T8" fmla="*/ 423 w 450"/>
                                    <a:gd name="T9" fmla="*/ 783 h 1976"/>
                                    <a:gd name="T10" fmla="*/ 338 w 450"/>
                                    <a:gd name="T11" fmla="*/ 346 h 1976"/>
                                    <a:gd name="T12" fmla="*/ 218 w 450"/>
                                    <a:gd name="T13" fmla="*/ 0 h 19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50" h="1976">
                                      <a:moveTo>
                                        <a:pt x="0" y="1976"/>
                                      </a:moveTo>
                                      <a:cubicBezTo>
                                        <a:pt x="17" y="1938"/>
                                        <a:pt x="62" y="1835"/>
                                        <a:pt x="105" y="1750"/>
                                      </a:cubicBezTo>
                                      <a:cubicBezTo>
                                        <a:pt x="148" y="1665"/>
                                        <a:pt x="208" y="1564"/>
                                        <a:pt x="261" y="1468"/>
                                      </a:cubicBezTo>
                                      <a:cubicBezTo>
                                        <a:pt x="314" y="1372"/>
                                        <a:pt x="396" y="1285"/>
                                        <a:pt x="423" y="1171"/>
                                      </a:cubicBezTo>
                                      <a:cubicBezTo>
                                        <a:pt x="450" y="1057"/>
                                        <a:pt x="437" y="920"/>
                                        <a:pt x="423" y="783"/>
                                      </a:cubicBezTo>
                                      <a:cubicBezTo>
                                        <a:pt x="409" y="646"/>
                                        <a:pt x="372" y="476"/>
                                        <a:pt x="338" y="346"/>
                                      </a:cubicBezTo>
                                      <a:cubicBezTo>
                                        <a:pt x="304" y="216"/>
                                        <a:pt x="243" y="72"/>
                                        <a:pt x="21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29" y="8727"/>
                                  <a:ext cx="1800" cy="774"/>
                                </a:xfrm>
                                <a:custGeom>
                                  <a:avLst/>
                                  <a:gdLst>
                                    <a:gd name="T0" fmla="*/ 1800 w 1800"/>
                                    <a:gd name="T1" fmla="*/ 68 h 774"/>
                                    <a:gd name="T2" fmla="*/ 1370 w 1800"/>
                                    <a:gd name="T3" fmla="*/ 5 h 774"/>
                                    <a:gd name="T4" fmla="*/ 876 w 1800"/>
                                    <a:gd name="T5" fmla="*/ 40 h 774"/>
                                    <a:gd name="T6" fmla="*/ 403 w 1800"/>
                                    <a:gd name="T7" fmla="*/ 231 h 774"/>
                                    <a:gd name="T8" fmla="*/ 127 w 1800"/>
                                    <a:gd name="T9" fmla="*/ 520 h 774"/>
                                    <a:gd name="T10" fmla="*/ 0 w 1800"/>
                                    <a:gd name="T11" fmla="*/ 774 h 7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800" h="774">
                                      <a:moveTo>
                                        <a:pt x="1800" y="68"/>
                                      </a:moveTo>
                                      <a:cubicBezTo>
                                        <a:pt x="1661" y="39"/>
                                        <a:pt x="1524" y="10"/>
                                        <a:pt x="1370" y="5"/>
                                      </a:cubicBezTo>
                                      <a:cubicBezTo>
                                        <a:pt x="1216" y="0"/>
                                        <a:pt x="1037" y="2"/>
                                        <a:pt x="876" y="40"/>
                                      </a:cubicBezTo>
                                      <a:cubicBezTo>
                                        <a:pt x="715" y="78"/>
                                        <a:pt x="528" y="151"/>
                                        <a:pt x="403" y="231"/>
                                      </a:cubicBezTo>
                                      <a:cubicBezTo>
                                        <a:pt x="278" y="311"/>
                                        <a:pt x="194" y="430"/>
                                        <a:pt x="127" y="520"/>
                                      </a:cubicBezTo>
                                      <a:cubicBezTo>
                                        <a:pt x="60" y="610"/>
                                        <a:pt x="30" y="692"/>
                                        <a:pt x="0" y="7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002FBD4" id="Group 308" o:spid="_x0000_s1026" style="position:absolute;margin-left:54.15pt;margin-top:-1.05pt;width:380.95pt;height:370pt;z-index:251657728" coordorigin="3255,3284" coordsize="6401,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">
                      <v:shape id="Freeform 309" o:spid="_x0000_s1027" style="position:absolute;left:6401;top:3307;width:2261;height:1310;visibility:visible;mso-wrap-style:square;v-text-anchor:top" coordsize="1596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" path="m,424v78,17,304,42,471,101c638,584,844,731,1000,776v154,45,309,149,408,20c1507,667,1557,166,1596,e" filled="f" strokecolor="#ddd" strokeweight="1pt">
                        <v:path arrowok="t" o:connecttype="custom" o:connectlocs="0,600;667,744;1417,1099;1995,1127;2261,0" o:connectangles="0,0,0,0,0"/>
                      </v:shape>
                      <v:shape id="Freeform 310" o:spid="_x0000_s1028" style="position:absolute;left:8397;top:3543;width:712;height:1109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6,528;642,113;447,45;169,383" o:connectangles="0,0,0,0,0,0,0"/>
                      </v:shape>
                      <v:shape id="Freeform 311" o:spid="_x0000_s1029" style="position:absolute;left:8000;top:4598;width:1537;height:3526;visibility:visible;mso-wrap-style:square;v-text-anchor:top" coordsize="1085,2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" path="m348,c319,49,224,141,175,297,127,453,68,704,58,938,48,1171,,1477,113,1702v113,226,458,455,620,586c895,2419,1012,2447,1085,2489e" filled="f" strokecolor="#ddd" strokeweight="1pt">
                        <v:path arrowok="t" o:connecttype="custom" o:connectlocs="493,0;248,421;82,1329;160,2411;1038,3241;1537,3526" o:connectangles="0,0,0,0,0,0"/>
                      </v:shape>
                      <v:shape id="Freeform 312" o:spid="_x0000_s1030" style="position:absolute;left:6262;top:3940;width:1330;height:476;visibility:visible;mso-wrap-style:square;v-text-anchor:top" coordsize="939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" path="m91,5c,11,53,158,135,201v82,43,318,45,449,65c715,286,907,336,923,319,939,302,822,214,683,162,544,110,188,,91,5xe" fillcolor="#ddd" stroked="f">
                        <v:path arrowok="t" o:connecttype="custom" o:connectlocs="129,7;191,285;827,377;1307,452;967,230;129,7" o:connectangles="0,0,0,0,0,0"/>
                      </v:shape>
                      <v:shape id="Freeform 313" o:spid="_x0000_s1031" style="position:absolute;left:7844;top:4549;width:544;height:1088;visibility:visible;mso-wrap-style:square;v-text-anchor:top" coordsize="301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" path="m282,10c269,,121,54,76,126,31,198,21,351,12,443,3,535,,719,24,677,48,635,110,299,153,188,196,77,301,10,282,10xe" fillcolor="#ddd" stroked="f">
                        <v:path arrowok="t" o:connecttype="custom" o:connectlocs="510,15;137,191;22,670;43,1024;277,284;510,15" o:connectangles="0,0,0,0,0,0"/>
                      </v:shape>
                      <v:shape id="Freeform 314" o:spid="_x0000_s1032" style="position:absolute;left:6132;top:7566;width:439;height:1334;visibility:visible;mso-wrap-style:square;v-text-anchor:top" coordsize="250,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" path="m206,6v14,-6,44,180,36,288c234,402,196,558,158,654,120,750,28,882,14,870,,858,50,672,74,582,98,492,132,428,158,330,184,232,192,12,206,6xe" fillcolor="#ddd" stroked="f">
                        <v:path arrowok="t" o:connecttype="custom" o:connectlocs="362,9;425,445;277,989;25,1316;130,880;277,499;362,9" o:connectangles="0,0,0,0,0,0,0"/>
                      </v:shape>
                      <v:shape id="Freeform 315" o:spid="_x0000_s1033" style="position:absolute;left:7350;top:8073;width:2306;height:666;visibility:visible;mso-wrap-style:square;v-text-anchor:top" coordsize="1628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" path="m73,184c118,113,212,15,290,7,368,,405,95,544,136v139,40,422,97,582,115c1286,269,1444,239,1507,245v63,6,121,26,-5,42c1376,303,971,321,752,341,533,361,309,389,187,405,64,421,38,470,19,434,,397,28,254,73,184xe" fillcolor="#ddd" stroked="f">
                        <v:path arrowok="t" o:connecttype="custom" o:connectlocs="103,261;411,10;771,193;1595,356;2135,347;2128,407;1065,483;265,574;27,615;103,261" o:connectangles="0,0,0,0,0,0,0,0,0,0"/>
                      </v:shape>
                      <v:shape id="Freeform 316" o:spid="_x0000_s1034" style="position:absolute;left:8606;top:3917;width:160;height:266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17" o:spid="_x0000_s1035" style="position:absolute;left:8711;top:3611;width:340;height:724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2,177;328,468;277,707;225,570;120,427;192,460;268,570;259,318;225,68;129,118;14,217" o:connectangles="0,0,0,0,0,0,0,0,0,0,0,0,0"/>
                      </v:shape>
                      <v:shape id="Freeform 318" o:spid="_x0000_s1036" style="position:absolute;left:4147;top:3314;width:2254;height:1300;visibility:visible;mso-wrap-style:square;v-text-anchor:top" coordsize="1591,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" path="m1591,419v-78,16,-300,41,-465,100c961,578,753,725,599,770,443,815,290,918,190,790,90,662,40,165,,e" filled="f" strokecolor="#ddd" strokeweight="1pt">
                        <v:path arrowok="t" o:connecttype="custom" o:connectlocs="2254,593;1595,735;849,1090;269,1119;0,0" o:connectangles="0,0,0,0,0"/>
                      </v:shape>
                      <v:shape id="Freeform 319" o:spid="_x0000_s1037" style="position:absolute;left:3704;top:3542;width:713;height:1109;flip:x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7,528;643,113;447,45;169,383" o:connectangles="0,0,0,0,0,0,0"/>
                      </v:shape>
                      <v:shape id="Freeform 320" o:spid="_x0000_s1038" style="position:absolute;left:3320;top:4596;width:1470;height:3474;visibility:visible;mso-wrap-style:square;v-text-anchor:top" coordsize="1038,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" path="m690,v29,49,124,141,173,297c911,453,970,704,980,938v10,234,58,539,-55,765c812,1928,459,2164,305,2289,151,2414,64,2419,,2453e" filled="f" strokecolor="#ddd" strokeweight="1pt">
                        <v:path arrowok="t" o:connecttype="custom" o:connectlocs="977,0;1222,421;1388,1328;1310,2412;432,3242;0,3474" o:connectangles="0,0,0,0,0,0"/>
                      </v:shape>
                      <v:shape id="Freeform 321" o:spid="_x0000_s1039" style="position:absolute;left:5232;top:3950;width:1291;height:486;visibility:visible;mso-wrap-style:square;v-text-anchor:top" coordsize="911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" path="m816,v95,7,85,139,10,182c751,225,503,232,368,256,233,280,36,343,18,324,,305,125,195,258,141,391,87,700,30,816,xe" fillcolor="#ddd" stroked="f">
                        <v:path arrowok="t" o:connecttype="custom" o:connectlocs="1156,0;1171,258;522,363;26,459;366,200;1156,0" o:connectangles="0,0,0,0,0,0"/>
                      </v:shape>
                      <v:shape id="Freeform 322" o:spid="_x0000_s1040" style="position:absolute;left:4424;top:4547;width:529;height:976;visibility:visible;mso-wrap-style:square;v-text-anchor:top" coordsize="293,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" path="m19,10c32,,181,64,225,126v44,62,50,177,58,258c291,465,293,645,271,612,249,579,190,288,148,188,106,88,,10,19,10xe" fillcolor="#ddd" stroked="f">
                        <v:path arrowok="t" o:connecttype="custom" o:connectlocs="34,15;406,191;511,581;489,926;267,284;34,15" o:connectangles="0,0,0,0,0,0"/>
                      </v:shape>
                      <v:shape id="Freeform 323" o:spid="_x0000_s1041" style="position:absolute;left:3255;top:8048;width:2278;height:538;visibility:visible;mso-wrap-style:square;v-text-anchor:top" coordsize="1608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" path="m1608,298c1526,227,1367,49,1267,25,1167,,1152,112,1013,153,875,193,593,250,432,268,271,286,92,252,46,261v-46,9,48,53,109,64c216,336,305,335,413,330v108,-5,230,-39,390,-32c964,304,1252,357,1378,368v127,12,146,12,184,c1600,357,1598,313,1608,298xe" fillcolor="#ddd" stroked="f">
                        <v:path arrowok="t" o:connecttype="custom" o:connectlocs="2278,422;1795,35;1435,217;612,379;65,370;220,460;585,467;1138,422;1952,521;2213,521;2278,422" o:connectangles="0,0,0,0,0,0,0,0,0,0,0"/>
                      </v:shape>
                      <v:shape id="Freeform 324" o:spid="_x0000_s1042" style="position:absolute;left:4044;top:3916;width:160;height:266;flip:x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25" o:spid="_x0000_s1043" style="position:absolute;left:3761;top:3610;width:341;height:724;flip:x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3,177;329,468;277,707;226,570;120,427;193,460;269,570;260,318;226,68;129,118;14,217" o:connectangles="0,0,0,0,0,0,0,0,0,0,0,0,0"/>
                      </v:shape>
                      <v:shape id="Freeform 326" o:spid="_x0000_s1044" style="position:absolute;left:3486;top:3294;width:885;height:1470;visibility:visible;mso-wrap-style:square;v-text-anchor:top" coordsize="625,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" path="m68,c60,51,,149,19,302v19,153,90,495,166,615c262,1038,406,1023,479,1025v73,2,146,-86,144,-95c622,922,538,977,473,971,407,964,287,954,234,892,180,830,160,704,148,602,137,501,140,358,166,284,192,210,253,161,304,161v51,,146,152,169,126c496,261,448,62,442,3e" fillcolor="#ddd" stroked="f">
                        <v:path arrowok="t" o:connecttype="custom" o:connectlocs="96,0;27,428;262,1299;678,1452;882,1317;670,1375;331,1263;210,853;235,402;430,228;670,406;626,4" o:connectangles="0,0,0,0,0,0,0,0,0,0,0,0"/>
                      </v:shape>
                      <v:shape id="Freeform 327" o:spid="_x0000_s1045" style="position:absolute;left:8452;top:3294;width:860;height:1459;visibility:visible;mso-wrap-style:square;v-text-anchor:top" coordsize="607,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" path="m544,v7,58,63,196,45,349c571,502,512,804,438,917v-74,113,-220,106,-293,108c72,1027,,939,1,930v1,-8,85,47,150,41c216,964,336,954,390,892v53,-62,74,-188,85,-290c487,501,483,358,457,284,432,210,371,161,320,161v-51,,-145,151,-169,126c127,262,173,67,178,9e" fillcolor="#ddd" stroked="f">
                        <v:path arrowok="t" o:connecttype="custom" o:connectlocs="771,0;834,494;621,1299;205,1452;1,1317;214,1375;553,1264;673,853;647,402;453,228;214,407;252,13" o:connectangles="0,0,0,0,0,0,0,0,0,0,0,0"/>
                      </v:shape>
                      <v:shape id="Freeform 328" o:spid="_x0000_s1046" style="position:absolute;left:5868;top:3284;width:377;height:221;visibility:visible;mso-wrap-style:square;v-text-anchor:top" coordsize="266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" path="m10,154c,152,138,40,176,20,214,,266,9,238,31,210,53,20,156,10,154xe" fillcolor="#ddd" stroked="f">
                        <v:path arrowok="t" o:connecttype="custom" o:connectlocs="14,218;249,28;337,44;14,218" o:connectangles="0,0,0,0"/>
                      </v:shape>
                      <v:shape id="Freeform 329" o:spid="_x0000_s1047" style="position:absolute;left:3317;top:8730;width:2460;height:767;visibility:visible;mso-wrap-style:square;v-text-anchor:top" coordsize="2460,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" path="m2460,767c2399,687,2279,410,2092,287,1905,164,1594,60,1336,30,1078,,768,51,545,107,323,162,113,309,,363e" filled="f">
                        <v:path arrowok="t" o:connecttype="custom" o:connectlocs="2460,767;2092,287;1336,30;545,107;0,363" o:connectangles="0,0,0,0,0"/>
                      </v:shape>
                      <v:shape id="Freeform 330" o:spid="_x0000_s1048" style="position:absolute;left:4905;top:4412;width:688;height:4347;visibility:visible;mso-wrap-style:square;v-text-anchor:top" coordsize="68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" path="m421,3084v-21,70,-92,277,-128,425c258,3658,213,3872,208,3977v-4,104,1,108,60,161c327,4191,496,4276,565,4294v69,18,117,53,120,-47c688,4147,636,3921,585,3693,534,3465,445,3133,378,2876,312,2621,242,2371,183,2160,123,1950,40,1794,20,1616,,1437,57,1262,64,1089,71,916,60,762,64,581,67,399,78,120,81,e" filled="f">
                        <v:path arrowok="t" o:connecttype="custom" o:connectlocs="421,3084;293,3509;208,3977;268,4138;565,4294;685,4247;585,3693;378,2876;183,2160;20,1616;64,1089;64,581;81,0" o:connectangles="0,0,0,0,0,0,0,0,0,0,0,0,0"/>
                      </v:shape>
                      <v:shape id="Freeform 331" o:spid="_x0000_s1049" style="position:absolute;left:5210;top:4329;width:300;height:2095;visibility:visible;mso-wrap-style:square;v-text-anchor:top" coordsize="166,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" path="m10,c5,217,,434,10,612v10,178,46,334,60,456c84,1190,78,1384,94,1344v16,-40,44,-278,72,-516e" filled="f">
                        <v:path arrowok="t" o:connecttype="custom" o:connectlocs="18,0;18,926;127,1617;170,2034;300,1253" o:connectangles="0,0,0,0,0"/>
                      </v:shape>
                      <v:shape id="Freeform 332" o:spid="_x0000_s1050" style="position:absolute;left:7291;top:4321;width:325;height:2083;visibility:visible;mso-wrap-style:square;v-text-anchor:top" coordsize="180,1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" path="m156,v3,101,24,429,14,606c160,783,113,940,95,1062,78,1184,81,1377,65,1338,49,1299,14,934,,828e" filled="f">
                        <v:path arrowok="t" o:connecttype="custom" o:connectlocs="282,0;307,917;172,1606;117,2024;0,1253" o:connectangles="0,0,0,0,0"/>
                      </v:shape>
                      <v:shape id="Freeform 333" o:spid="_x0000_s1051" style="position:absolute;left:5591;top:5590;width:243;height:681;visibility:visible;mso-wrap-style:square;v-text-anchor:top" coordsize="24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" path="m67,c56,99,40,197,35,300,29,403,,557,35,619v35,62,165,41,208,52e" filled="f">
                        <v:path arrowok="t" o:connecttype="custom" o:connectlocs="67,0;35,300;35,619;243,671" o:connectangles="0,0,0,0"/>
                      </v:shape>
                      <v:shape id="Freeform 334" o:spid="_x0000_s1052" style="position:absolute;left:6966;top:5588;width:238;height:673;visibility:visible;mso-wrap-style:square;v-text-anchor:top" coordsize="238,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" path="m160,v6,48,31,190,38,291c205,392,238,545,205,609,172,673,43,660,,673e" filled="f">
                        <v:path arrowok="t" o:connecttype="custom" o:connectlocs="160,0;198,291;205,609;0,673" o:connectangles="0,0,0,0"/>
                      </v:shape>
                      <v:shape id="Freeform 335" o:spid="_x0000_s1053" style="position:absolute;left:7655;top:7242;width:1874;height:1382;visibility:visible;mso-wrap-style:square;v-text-anchor:top" coordsize="1874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" path="m1874,1292v-82,-8,-321,-56,-494,-56c1207,1236,986,1270,833,1289v-153,19,-293,93,-374,62c378,1320,390,1235,350,1102,310,969,279,736,221,552,163,368,45,115,,e" filled="f">
                        <v:path arrowok="t" o:connecttype="custom" o:connectlocs="1874,1292;1380,1236;833,1289;459,1351;350,1102;221,552;0,0" o:connectangles="0,0,0,0,0,0,0"/>
                      </v:shape>
                      <v:shape id="Freeform 336" o:spid="_x0000_s1054" style="position:absolute;left:3317;top:7199;width:1932;height:1570;visibility:visible;mso-wrap-style:square;v-text-anchor:top" coordsize="1932,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" path="m,1570v73,-34,271,-156,438,-207c605,1312,841,1277,1003,1265v162,-12,307,35,408,24c1512,1278,1558,1309,1609,1199v51,-111,57,-370,111,-570c1773,429,1888,130,1932,e" filled="f">
                        <v:path arrowok="t" o:connecttype="custom" o:connectlocs="0,1570;438,1363;1003,1265;1411,1289;1609,1199;1720,629;1932,0" o:connectangles="0,0,0,0,0,0,0"/>
                      </v:shape>
                      <v:shape id="Freeform 337" o:spid="_x0000_s1055" style="position:absolute;left:5520;top:6334;width:831;height:3150;visibility:visible;mso-wrap-style:square;v-text-anchor:top" coordsize="831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" path="m311,13c259,6,208,,164,8,120,16,71,21,44,62,17,103,,155,4,257,8,359,6,420,67,675v61,255,179,703,306,1115c500,2202,665,2676,831,3150e" filled="f">
                        <v:path arrowok="t" o:connecttype="custom" o:connectlocs="311,13;164,8;44,62;4,257;67,675;373,1790;831,3150" o:connectangles="0,0,0,0,0,0,0"/>
                      </v:shape>
                      <v:shape id="Freeform 338" o:spid="_x0000_s1056" style="position:absolute;left:6769;top:6334;width:524;height:3150;visibility:visible;mso-wrap-style:square;v-text-anchor:top" coordsize="524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" path="m191,13c255,6,319,,369,17v50,17,95,37,120,98c514,176,524,247,520,382v-4,135,-15,316,-53,546c429,1158,371,1394,293,1764,215,2134,107,2642,,3150e" filled="f">
                        <v:path arrowok="t" o:connecttype="custom" o:connectlocs="191,13;369,17;489,115;520,382;467,928;293,1764;0,3150" o:connectangles="0,0,0,0,0,0,0"/>
                      </v:shape>
                      <v:shape id="Freeform 339" o:spid="_x0000_s1057" style="position:absolute;left:7151;top:4405;width:727;height:5089;visibility:visible;mso-wrap-style:square;v-text-anchor:top" coordsize="727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" path="m656,v23,336,46,672,57,917c724,1162,727,1281,720,1468v-7,187,-11,338,-50,572c631,2274,562,2525,487,2873,412,3221,299,3760,218,4129,137,4498,68,4793,,5089e" filled="f">
                        <v:path arrowok="t" o:connecttype="custom" o:connectlocs="656,0;713,917;720,1468;670,2040;487,2873;218,4129;0,5089" o:connectangles="0,0,0,0,0,0,0"/>
                      </v:shape>
                      <v:shape id="Freeform 340" o:spid="_x0000_s1058" style="position:absolute;left:7391;top:7518;width:450;height:1976;visibility:visible;mso-wrap-style:square;v-text-anchor:top" coordsize="450,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" path="m,1976v17,-38,62,-141,105,-226c148,1665,208,1564,261,1468v53,-96,135,-183,162,-297c450,1057,437,920,423,783,409,646,372,476,338,346,304,216,243,72,218,e" filled="f">
                        <v:path arrowok="t" o:connecttype="custom" o:connectlocs="0,1976;105,1750;261,1468;423,1171;423,783;338,346;218,0" o:connectangles="0,0,0,0,0,0,0"/>
                      </v:shape>
                      <v:shape id="Freeform 341" o:spid="_x0000_s1059" style="position:absolute;left:7729;top:8727;width:1800;height:774;visibility:visible;mso-wrap-style:square;v-text-anchor:top" coordsize="1800,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" path="m1800,68c1661,39,1524,10,1370,5,1216,,1037,2,876,40,715,78,528,151,403,231,278,311,194,430,127,520,60,610,30,692,,774e" filled="f">
                        <v:path arrowok="t" o:connecttype="custom" o:connectlocs="1800,68;1370,5;876,40;403,231;127,520;0,774" o:connectangles="0,0,0,0,0,0"/>
                      </v:shape>
                    </v:group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4444365</wp:posOffset>
                      </wp:positionV>
                      <wp:extent cx="1584960" cy="220980"/>
                      <wp:effectExtent l="0" t="0" r="0" b="0"/>
                      <wp:wrapNone/>
                      <wp:docPr id="7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860" w:rsidRPr="00C2328A" w:rsidRDefault="00D66860" w:rsidP="00774A18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2" type="#_x0000_t202" style="position:absolute;left:0;text-align:left;margin-left:358.8pt;margin-top:349.95pt;width:124.8pt;height:17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OqzgIAAOY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wntj6DL1Owe2xB0ezAwP02XHV/YMsv2sk5KKhYs3ulJJDw2gF+YX2pn9x&#10;dcTRFmQ1fJIVBKIbIx3QrladLR6UAwE69Gl/6o1NprQhJzFJpmAqwRZFQRK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66860" w:rsidRPr="00C2328A" w:rsidRDefault="00D66860" w:rsidP="00774A18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295A" w:rsidRPr="00BE67C6" w:rsidTr="00BE67C6">
        <w:tc>
          <w:tcPr>
            <w:tcW w:w="1943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95A" w:rsidRPr="00BE67C6" w:rsidRDefault="00C83945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13335" r="6350" b="10795"/>
                      <wp:wrapNone/>
                      <wp:docPr id="6" name="Freeform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A5D3DA" id="Freeform 290" o:spid="_x0000_s1026" style="position:absolute;margin-left:66.15pt;margin-top:2.25pt;width:31.15pt;height: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895" w:type="dxa"/>
            <w:gridSpan w:val="5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B3295A" w:rsidRPr="00BE67C6" w:rsidRDefault="00C83945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31750</wp:posOffset>
                      </wp:positionV>
                      <wp:extent cx="335280" cy="62865"/>
                      <wp:effectExtent l="14605" t="16510" r="31115" b="6350"/>
                      <wp:wrapNone/>
                      <wp:docPr id="5" name="Freeform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BA0FCA" id="Freeform 293" o:spid="_x0000_s1026" style="position:absolute;margin-left:296.25pt;margin-top:2.5pt;width:26.4pt;height: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8255" t="6985" r="5715" b="17145"/>
                      <wp:wrapNone/>
                      <wp:docPr id="4" name="Freeform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94E82B" id="Freeform 292" o:spid="_x0000_s1026" style="position:absolute;margin-left:200.5pt;margin-top:2.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29210</wp:posOffset>
                      </wp:positionV>
                      <wp:extent cx="395605" cy="61595"/>
                      <wp:effectExtent l="8255" t="13970" r="5715" b="10160"/>
                      <wp:wrapNone/>
                      <wp:docPr id="3" name="Freeform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E90876" id="Freeform 291" o:spid="_x0000_s1026" style="position:absolute;margin-left:139pt;margin-top:2.3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2065" t="5080" r="11430" b="9525"/>
                      <wp:wrapNone/>
                      <wp:docPr id="2" name="Freeform 2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2CAF0F" id="Freeform 289" o:spid="_x0000_s1026" alt="Granite" style="position:absolute;margin-left:52.3pt;margin-top:2.35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jXoY+v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Right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Left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Vessel Geometry: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A2032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A2032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Normal 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Vertebral Arteries: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A2032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A2032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ICA </w:t>
            </w: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C8394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C8394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&lt;30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7D6535" w:rsidRPr="00BE67C6" w:rsidTr="00BE67C6">
        <w:tc>
          <w:tcPr>
            <w:tcW w:w="1943" w:type="dxa"/>
            <w:shd w:val="clear" w:color="auto" w:fill="E6E6E6"/>
            <w:vAlign w:val="center"/>
          </w:tcPr>
          <w:p w:rsidR="007D6535" w:rsidRDefault="007D653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ICA/CCA Ratio: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6535" w:rsidRPr="007D6535" w:rsidRDefault="00C8394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7D6535" w:rsidRPr="007D6535" w:rsidRDefault="00C8394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ECA 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C8394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C8394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A34D2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61539B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4F1398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No significant stenosis or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haemodynamic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changes detected bilaterally in Carotid and Vertebral Arteries. Normal Study.  </w:t>
            </w: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784424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895" w:type="dxa"/>
            <w:gridSpan w:val="5"/>
            <w:shd w:val="clear" w:color="auto" w:fill="E6E6E6"/>
            <w:tcMar>
              <w:top w:w="28" w:type="dxa"/>
              <w:bottom w:w="28" w:type="dxa"/>
            </w:tcMar>
          </w:tcPr>
          <w:p w:rsidR="00784424" w:rsidRPr="00BE67C6" w:rsidRDefault="00A20328" w:rsidP="00A20328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– Clinical Vascular Scientist </w:t>
            </w:r>
          </w:p>
        </w:tc>
      </w:tr>
    </w:tbl>
    <w:p w:rsidR="00694581" w:rsidRPr="002D5F9B" w:rsidRDefault="00694581">
      <w:pPr>
        <w:rPr>
          <w:rFonts w:ascii="Arial" w:hAnsi="Arial" w:cs="Arial"/>
          <w:color w:val="404040"/>
          <w:sz w:val="18"/>
          <w:szCs w:val="18"/>
        </w:rPr>
      </w:pPr>
    </w:p>
    <w:sectPr w:rsidR="00694581" w:rsidRPr="002D5F9B" w:rsidSect="00DF515F">
      <w:headerReference w:type="default" r:id="rId8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945" w:rsidRDefault="00C83945">
      <w:r>
        <w:separator/>
      </w:r>
    </w:p>
  </w:endnote>
  <w:endnote w:type="continuationSeparator" w:id="0">
    <w:p w:rsidR="00C83945" w:rsidRDefault="00C83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945" w:rsidRDefault="00C83945">
      <w:r>
        <w:separator/>
      </w:r>
    </w:p>
  </w:footnote>
  <w:footnote w:type="continuationSeparator" w:id="0">
    <w:p w:rsidR="00C83945" w:rsidRDefault="00C839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C83945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4758690</wp:posOffset>
          </wp:positionH>
          <wp:positionV relativeFrom="paragraph">
            <wp:posOffset>-21590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945"/>
    <w:rsid w:val="000071E8"/>
    <w:rsid w:val="00041AD2"/>
    <w:rsid w:val="00052659"/>
    <w:rsid w:val="00054AC7"/>
    <w:rsid w:val="00060B26"/>
    <w:rsid w:val="00082FF5"/>
    <w:rsid w:val="000A3239"/>
    <w:rsid w:val="000D4C8F"/>
    <w:rsid w:val="000F2232"/>
    <w:rsid w:val="000F4957"/>
    <w:rsid w:val="00106CEB"/>
    <w:rsid w:val="00115ED6"/>
    <w:rsid w:val="00125729"/>
    <w:rsid w:val="00130125"/>
    <w:rsid w:val="00130D4E"/>
    <w:rsid w:val="00175A86"/>
    <w:rsid w:val="001829A0"/>
    <w:rsid w:val="00187C90"/>
    <w:rsid w:val="001D4A26"/>
    <w:rsid w:val="001F0ECE"/>
    <w:rsid w:val="002027E7"/>
    <w:rsid w:val="0020510B"/>
    <w:rsid w:val="00210B25"/>
    <w:rsid w:val="00211588"/>
    <w:rsid w:val="00214C28"/>
    <w:rsid w:val="00216637"/>
    <w:rsid w:val="00220B9B"/>
    <w:rsid w:val="002523B4"/>
    <w:rsid w:val="00252DD3"/>
    <w:rsid w:val="00267D9C"/>
    <w:rsid w:val="002845F4"/>
    <w:rsid w:val="002A575D"/>
    <w:rsid w:val="002C2267"/>
    <w:rsid w:val="002D26EA"/>
    <w:rsid w:val="002D5608"/>
    <w:rsid w:val="002D5F9B"/>
    <w:rsid w:val="002D72BD"/>
    <w:rsid w:val="002F1B84"/>
    <w:rsid w:val="002F29A9"/>
    <w:rsid w:val="003057F7"/>
    <w:rsid w:val="00317A10"/>
    <w:rsid w:val="00324B94"/>
    <w:rsid w:val="00332965"/>
    <w:rsid w:val="003512C1"/>
    <w:rsid w:val="003605C4"/>
    <w:rsid w:val="00361F8D"/>
    <w:rsid w:val="003979C6"/>
    <w:rsid w:val="003A31C2"/>
    <w:rsid w:val="003B7DF9"/>
    <w:rsid w:val="003F6A8A"/>
    <w:rsid w:val="00400424"/>
    <w:rsid w:val="00402BD8"/>
    <w:rsid w:val="0041713E"/>
    <w:rsid w:val="0043201F"/>
    <w:rsid w:val="004400FD"/>
    <w:rsid w:val="00443A11"/>
    <w:rsid w:val="00446D9E"/>
    <w:rsid w:val="00447469"/>
    <w:rsid w:val="004478EC"/>
    <w:rsid w:val="004479C2"/>
    <w:rsid w:val="00447AFF"/>
    <w:rsid w:val="00475D18"/>
    <w:rsid w:val="004932D3"/>
    <w:rsid w:val="004934E7"/>
    <w:rsid w:val="004A51E9"/>
    <w:rsid w:val="004D3B79"/>
    <w:rsid w:val="004F1398"/>
    <w:rsid w:val="004F7760"/>
    <w:rsid w:val="0054274D"/>
    <w:rsid w:val="005656EE"/>
    <w:rsid w:val="005900BB"/>
    <w:rsid w:val="00591C95"/>
    <w:rsid w:val="00592827"/>
    <w:rsid w:val="005B777D"/>
    <w:rsid w:val="005D31EC"/>
    <w:rsid w:val="005E5BC0"/>
    <w:rsid w:val="00607655"/>
    <w:rsid w:val="0061539B"/>
    <w:rsid w:val="00624A33"/>
    <w:rsid w:val="00633171"/>
    <w:rsid w:val="00633D1A"/>
    <w:rsid w:val="00636F18"/>
    <w:rsid w:val="0064263F"/>
    <w:rsid w:val="006851FE"/>
    <w:rsid w:val="00687CAB"/>
    <w:rsid w:val="006915B8"/>
    <w:rsid w:val="00694581"/>
    <w:rsid w:val="0069553D"/>
    <w:rsid w:val="00696E1A"/>
    <w:rsid w:val="006B7347"/>
    <w:rsid w:val="006D7699"/>
    <w:rsid w:val="006E6997"/>
    <w:rsid w:val="006F3426"/>
    <w:rsid w:val="00722333"/>
    <w:rsid w:val="00727221"/>
    <w:rsid w:val="007361C2"/>
    <w:rsid w:val="00740706"/>
    <w:rsid w:val="00745D26"/>
    <w:rsid w:val="00766B4B"/>
    <w:rsid w:val="00774A18"/>
    <w:rsid w:val="0077506E"/>
    <w:rsid w:val="00781E01"/>
    <w:rsid w:val="007822AB"/>
    <w:rsid w:val="00784424"/>
    <w:rsid w:val="007959A1"/>
    <w:rsid w:val="00796372"/>
    <w:rsid w:val="007A6805"/>
    <w:rsid w:val="007A7B01"/>
    <w:rsid w:val="007B4530"/>
    <w:rsid w:val="007C070F"/>
    <w:rsid w:val="007D6535"/>
    <w:rsid w:val="008022C9"/>
    <w:rsid w:val="00804137"/>
    <w:rsid w:val="0083615F"/>
    <w:rsid w:val="00845175"/>
    <w:rsid w:val="008456C7"/>
    <w:rsid w:val="008527CA"/>
    <w:rsid w:val="00866EAE"/>
    <w:rsid w:val="008817E2"/>
    <w:rsid w:val="008A322D"/>
    <w:rsid w:val="008B1CA5"/>
    <w:rsid w:val="008B5D7F"/>
    <w:rsid w:val="008C3548"/>
    <w:rsid w:val="008D344E"/>
    <w:rsid w:val="008E3ADB"/>
    <w:rsid w:val="00903279"/>
    <w:rsid w:val="0091132C"/>
    <w:rsid w:val="00911F56"/>
    <w:rsid w:val="00937D9E"/>
    <w:rsid w:val="0094691B"/>
    <w:rsid w:val="0097071D"/>
    <w:rsid w:val="009A34D2"/>
    <w:rsid w:val="009A5CA0"/>
    <w:rsid w:val="009C6954"/>
    <w:rsid w:val="009D2BAA"/>
    <w:rsid w:val="009F4722"/>
    <w:rsid w:val="00A00D03"/>
    <w:rsid w:val="00A20328"/>
    <w:rsid w:val="00A50BBC"/>
    <w:rsid w:val="00A5497F"/>
    <w:rsid w:val="00A60EB5"/>
    <w:rsid w:val="00A637CC"/>
    <w:rsid w:val="00A63D5A"/>
    <w:rsid w:val="00A67164"/>
    <w:rsid w:val="00A74745"/>
    <w:rsid w:val="00A7491A"/>
    <w:rsid w:val="00AA2100"/>
    <w:rsid w:val="00AA6449"/>
    <w:rsid w:val="00AB235A"/>
    <w:rsid w:val="00AC0941"/>
    <w:rsid w:val="00AC280B"/>
    <w:rsid w:val="00AC6839"/>
    <w:rsid w:val="00AE30A1"/>
    <w:rsid w:val="00AE79B0"/>
    <w:rsid w:val="00AF27D7"/>
    <w:rsid w:val="00B03BAE"/>
    <w:rsid w:val="00B3295A"/>
    <w:rsid w:val="00B349A1"/>
    <w:rsid w:val="00B46ED4"/>
    <w:rsid w:val="00B55178"/>
    <w:rsid w:val="00B67AFA"/>
    <w:rsid w:val="00B80315"/>
    <w:rsid w:val="00BC590F"/>
    <w:rsid w:val="00BE67C6"/>
    <w:rsid w:val="00C4581A"/>
    <w:rsid w:val="00C46C3E"/>
    <w:rsid w:val="00C47CD3"/>
    <w:rsid w:val="00C719CC"/>
    <w:rsid w:val="00C72E47"/>
    <w:rsid w:val="00C83945"/>
    <w:rsid w:val="00C9350C"/>
    <w:rsid w:val="00CA55FD"/>
    <w:rsid w:val="00CA59E4"/>
    <w:rsid w:val="00CA688E"/>
    <w:rsid w:val="00CC6657"/>
    <w:rsid w:val="00CD7188"/>
    <w:rsid w:val="00CF47AC"/>
    <w:rsid w:val="00D04D6F"/>
    <w:rsid w:val="00D34D9F"/>
    <w:rsid w:val="00D42CEC"/>
    <w:rsid w:val="00D605F8"/>
    <w:rsid w:val="00D63A52"/>
    <w:rsid w:val="00D665F2"/>
    <w:rsid w:val="00D66860"/>
    <w:rsid w:val="00D67457"/>
    <w:rsid w:val="00D8557F"/>
    <w:rsid w:val="00D967E3"/>
    <w:rsid w:val="00DC3722"/>
    <w:rsid w:val="00DD13FB"/>
    <w:rsid w:val="00DE5341"/>
    <w:rsid w:val="00DF515F"/>
    <w:rsid w:val="00E04A77"/>
    <w:rsid w:val="00E071B6"/>
    <w:rsid w:val="00E119DC"/>
    <w:rsid w:val="00E16921"/>
    <w:rsid w:val="00E21EED"/>
    <w:rsid w:val="00E32002"/>
    <w:rsid w:val="00E35AAD"/>
    <w:rsid w:val="00E66B96"/>
    <w:rsid w:val="00E70784"/>
    <w:rsid w:val="00E75EB3"/>
    <w:rsid w:val="00E85BE9"/>
    <w:rsid w:val="00E868DA"/>
    <w:rsid w:val="00E96ADB"/>
    <w:rsid w:val="00EA12E8"/>
    <w:rsid w:val="00EC3362"/>
    <w:rsid w:val="00ED5FE4"/>
    <w:rsid w:val="00ED705A"/>
    <w:rsid w:val="00EE2F0D"/>
    <w:rsid w:val="00EE5FD5"/>
    <w:rsid w:val="00EF042D"/>
    <w:rsid w:val="00F002D2"/>
    <w:rsid w:val="00F105C7"/>
    <w:rsid w:val="00F203DB"/>
    <w:rsid w:val="00F22415"/>
    <w:rsid w:val="00F46177"/>
    <w:rsid w:val="00F6113C"/>
    <w:rsid w:val="00F63AEE"/>
    <w:rsid w:val="00FB0EF0"/>
    <w:rsid w:val="00FB3059"/>
    <w:rsid w:val="00FC3506"/>
    <w:rsid w:val="00FC7BD0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xpbh-tr.nhs.uk\Users\Home\yeunga2\Desktop\AY%20templates\Carotid\Carotid%20Standard%20PCH%20nl%20-%20Normal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Standard PCH nl - Normal.dot</Template>
  <TotalTime>0</TotalTime>
  <Pages>1</Pages>
  <Words>88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/>
  <dc:creator/>
  <cp:keywords/>
  <cp:lastModifiedBy/>
  <cp:revision>1</cp:revision>
  <dcterms:created xsi:type="dcterms:W3CDTF">2021-10-11T13:19:00Z</dcterms:created>
  <dcterms:modified xsi:type="dcterms:W3CDTF">2021-10-12T10:12:00Z</dcterms:modified>
</cp:coreProperties>
</file>